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5104"/>
        <w:gridCol w:w="851"/>
        <w:gridCol w:w="902"/>
        <w:gridCol w:w="1042"/>
      </w:tblGrid>
      <w:tr w:rsidR="005B59C6" w:rsidRPr="00750697" w:rsidTr="00020689">
        <w:trPr>
          <w:trHeight w:val="737"/>
        </w:trPr>
        <w:tc>
          <w:tcPr>
            <w:tcW w:w="3565" w:type="pct"/>
            <w:gridSpan w:val="2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613F8" w:rsidRDefault="00B613F8" w:rsidP="00B613F8">
            <w:pPr>
              <w:pStyle w:val="Cabealho2"/>
              <w:spacing w:before="60" w:after="60"/>
              <w:jc w:val="center"/>
              <w:rPr>
                <w:caps w:val="0"/>
                <w:color w:val="7F7F7F"/>
                <w:sz w:val="40"/>
                <w:szCs w:val="40"/>
              </w:rPr>
            </w:pPr>
            <w:r>
              <w:rPr>
                <w:caps w:val="0"/>
                <w:color w:val="7F7F7F"/>
                <w:sz w:val="40"/>
                <w:szCs w:val="40"/>
              </w:rPr>
              <w:t>QUESTIONÁRIO DE AVALIAÇÃO DA FORMAÇÃO E-LEARNING</w:t>
            </w:r>
          </w:p>
          <w:p w:rsidR="005B59C6" w:rsidRPr="001A6C2D" w:rsidRDefault="005B59C6" w:rsidP="00027083">
            <w:pPr>
              <w:pStyle w:val="Cabealho2"/>
              <w:jc w:val="right"/>
            </w:pPr>
            <w:r w:rsidRPr="001A6C2D">
              <w:t>FORMADOR/A</w:t>
            </w:r>
          </w:p>
        </w:tc>
        <w:tc>
          <w:tcPr>
            <w:tcW w:w="900" w:type="pct"/>
            <w:gridSpan w:val="2"/>
            <w:tcBorders>
              <w:left w:val="nil"/>
              <w:bottom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FFFFFF"/>
              </w:rPr>
            </w:pPr>
            <w:r w:rsidRPr="00027083">
              <w:rPr>
                <w:caps w:val="0"/>
                <w:color w:val="FFFFFF"/>
              </w:rPr>
              <w:t>Código Interno:</w:t>
            </w:r>
          </w:p>
        </w:tc>
        <w:tc>
          <w:tcPr>
            <w:tcW w:w="535" w:type="pct"/>
            <w:tcBorders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5B59C6" w:rsidRPr="00027083" w:rsidRDefault="00720912" w:rsidP="00027083">
            <w:pPr>
              <w:pStyle w:val="Cabealho2"/>
              <w:spacing w:before="60" w:after="60"/>
              <w:jc w:val="center"/>
              <w:rPr>
                <w:color w:val="538135"/>
              </w:rPr>
            </w:pPr>
            <w:r w:rsidRPr="00D11104">
              <w:rPr>
                <w:color w:val="auto"/>
              </w:rPr>
              <w:t>CFPIF51</w:t>
            </w:r>
          </w:p>
        </w:tc>
      </w:tr>
      <w:tr w:rsidR="005B59C6" w:rsidRPr="00750697" w:rsidTr="00027083">
        <w:trPr>
          <w:trHeight w:hRule="exact" w:val="170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538135"/>
                <w:sz w:val="18"/>
                <w:szCs w:val="18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FFFFFF"/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Formação: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720912" w:rsidP="00162BCA">
            <w:pPr>
              <w:pStyle w:val="Cabealho2"/>
              <w:spacing w:before="60" w:after="60"/>
              <w:rPr>
                <w:color w:val="538135"/>
                <w:sz w:val="18"/>
                <w:szCs w:val="18"/>
              </w:rPr>
            </w:pPr>
            <w:r w:rsidRPr="00036AAF">
              <w:rPr>
                <w:color w:val="auto"/>
                <w:sz w:val="18"/>
                <w:szCs w:val="18"/>
              </w:rPr>
              <w:t>Curso de Formação Pedagógica Inicial de Formadores (b-learning)</w:t>
            </w:r>
          </w:p>
        </w:tc>
        <w:tc>
          <w:tcPr>
            <w:tcW w:w="9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Área de Formação: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720912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146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Local: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720912" w:rsidP="00027083">
            <w:pPr>
              <w:pStyle w:val="Cabealho2"/>
              <w:spacing w:before="60" w:after="60"/>
              <w:rPr>
                <w:color w:val="FFFFFF"/>
                <w:sz w:val="18"/>
                <w:szCs w:val="18"/>
              </w:rPr>
            </w:pPr>
            <w:r w:rsidRPr="00036AAF">
              <w:rPr>
                <w:color w:val="auto"/>
                <w:sz w:val="18"/>
                <w:szCs w:val="18"/>
              </w:rPr>
              <w:t>Braga</w:t>
            </w:r>
          </w:p>
        </w:tc>
        <w:tc>
          <w:tcPr>
            <w:tcW w:w="9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Edição n.º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720912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51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Formador/a:</w:t>
            </w:r>
          </w:p>
        </w:tc>
        <w:tc>
          <w:tcPr>
            <w:tcW w:w="40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720912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 w:rsidRPr="00801CB2">
              <w:rPr>
                <w:color w:val="auto"/>
                <w:sz w:val="18"/>
                <w:szCs w:val="16"/>
              </w:rPr>
              <w:t>João Pedro Magalhães Gomes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Módulo: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7147FA" w:rsidRDefault="005B59C6" w:rsidP="00027083">
            <w:pPr>
              <w:pStyle w:val="Cabealho2"/>
              <w:spacing w:before="60" w:after="60"/>
              <w:rPr>
                <w:color w:val="000000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Data:</w:t>
            </w:r>
          </w:p>
        </w:tc>
        <w:tc>
          <w:tcPr>
            <w:tcW w:w="998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</w:tbl>
    <w:p w:rsidR="005B59C6" w:rsidRPr="007066C9" w:rsidRDefault="005B59C6" w:rsidP="005B59C6">
      <w:pPr>
        <w:ind w:right="107"/>
        <w:rPr>
          <w:rFonts w:cs="Arial"/>
          <w:color w:val="808080"/>
          <w:sz w:val="18"/>
          <w:szCs w:val="18"/>
        </w:rPr>
      </w:pPr>
    </w:p>
    <w:p w:rsidR="005B59C6" w:rsidRPr="007066C9" w:rsidRDefault="005B59C6" w:rsidP="005B59C6">
      <w:pPr>
        <w:ind w:right="107"/>
        <w:rPr>
          <w:rFonts w:cs="Arial"/>
          <w:color w:val="808080"/>
          <w:sz w:val="18"/>
          <w:szCs w:val="18"/>
        </w:rPr>
      </w:pPr>
    </w:p>
    <w:p w:rsidR="005B59C6" w:rsidRPr="007066C9" w:rsidRDefault="005B59C6" w:rsidP="005B59C6">
      <w:pPr>
        <w:ind w:right="107"/>
        <w:jc w:val="both"/>
        <w:rPr>
          <w:sz w:val="18"/>
          <w:szCs w:val="18"/>
        </w:rPr>
      </w:pPr>
      <w:r w:rsidRPr="007066C9">
        <w:rPr>
          <w:sz w:val="18"/>
          <w:szCs w:val="18"/>
        </w:rPr>
        <w:t>O departamento de formação solicita-lhe o preenchimento do seguinte inquérito, cujo objetivo é recolher a sua opinião acerca do curso/módulo em que participou enquanto formador/a. A sua opinião é fundamental para a melhoria contínua da nossa formação.</w:t>
      </w:r>
    </w:p>
    <w:p w:rsidR="005B59C6" w:rsidRPr="007066C9" w:rsidRDefault="005B59C6" w:rsidP="00162BCA">
      <w:pPr>
        <w:ind w:right="107"/>
        <w:jc w:val="right"/>
        <w:rPr>
          <w:rFonts w:cs="Arial"/>
          <w:color w:val="808080"/>
          <w:sz w:val="18"/>
          <w:szCs w:val="18"/>
        </w:rPr>
      </w:pPr>
      <w:r w:rsidRPr="007066C9">
        <w:rPr>
          <w:b/>
          <w:i/>
          <w:sz w:val="18"/>
          <w:szCs w:val="18"/>
        </w:rPr>
        <w:t>Agradecemos desde já a sua colaboração!</w:t>
      </w:r>
    </w:p>
    <w:p w:rsidR="005B59C6" w:rsidRDefault="005B59C6" w:rsidP="00B15CFD">
      <w:pPr>
        <w:rPr>
          <w:sz w:val="18"/>
          <w:szCs w:val="18"/>
        </w:rPr>
      </w:pPr>
    </w:p>
    <w:p w:rsidR="007066C9" w:rsidRPr="007066C9" w:rsidRDefault="007066C9" w:rsidP="00B15CFD">
      <w:pPr>
        <w:rPr>
          <w:sz w:val="18"/>
          <w:szCs w:val="18"/>
        </w:rPr>
      </w:pPr>
    </w:p>
    <w:p w:rsidR="00B15CFD" w:rsidRPr="00C90CF8" w:rsidRDefault="00B15CFD" w:rsidP="007066C9">
      <w:pPr>
        <w:numPr>
          <w:ilvl w:val="0"/>
          <w:numId w:val="8"/>
        </w:numPr>
        <w:rPr>
          <w:b/>
        </w:rPr>
      </w:pPr>
      <w:r w:rsidRPr="00C90CF8">
        <w:rPr>
          <w:b/>
        </w:rPr>
        <w:t>De uma forma global, qual o seu grau de satisfação face ao espírito crítico e participação do grupo de formandos?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76"/>
        <w:gridCol w:w="1069"/>
        <w:gridCol w:w="976"/>
        <w:gridCol w:w="941"/>
        <w:gridCol w:w="976"/>
        <w:gridCol w:w="842"/>
        <w:gridCol w:w="976"/>
        <w:gridCol w:w="904"/>
        <w:gridCol w:w="976"/>
      </w:tblGrid>
      <w:tr w:rsidR="00615419" w:rsidRPr="002475A1" w:rsidTr="00E33EF9">
        <w:trPr>
          <w:jc w:val="center"/>
        </w:trPr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Sem opinião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Insuficiente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0912" w:rsidRPr="002475A1" w:rsidRDefault="00615419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Suficiente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0912" w:rsidRPr="002475A1" w:rsidRDefault="00615419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Bom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0912" w:rsidRPr="002475A1" w:rsidRDefault="00615419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720912" w:rsidRPr="002475A1" w:rsidRDefault="00720912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Muito bom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0912" w:rsidRPr="002475A1" w:rsidRDefault="00615419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B15CFD" w:rsidRDefault="00B15CFD" w:rsidP="00B15CFD">
      <w:pPr>
        <w:rPr>
          <w:sz w:val="18"/>
          <w:szCs w:val="18"/>
        </w:rPr>
      </w:pPr>
      <w:bookmarkStart w:id="0" w:name="_GoBack"/>
      <w:bookmarkEnd w:id="0"/>
    </w:p>
    <w:p w:rsidR="007066C9" w:rsidRPr="007066C9" w:rsidRDefault="007066C9" w:rsidP="00B15CFD">
      <w:pPr>
        <w:rPr>
          <w:sz w:val="18"/>
          <w:szCs w:val="18"/>
        </w:rPr>
      </w:pPr>
    </w:p>
    <w:p w:rsidR="00B15CFD" w:rsidRPr="00C90CF8" w:rsidRDefault="00B15CFD" w:rsidP="007066C9">
      <w:pPr>
        <w:numPr>
          <w:ilvl w:val="0"/>
          <w:numId w:val="8"/>
        </w:numPr>
        <w:rPr>
          <w:b/>
        </w:rPr>
      </w:pPr>
      <w:r w:rsidRPr="00C90CF8">
        <w:rPr>
          <w:b/>
        </w:rPr>
        <w:t>Autoavalie o seu trabalho enquanto formador nas seguintes dimensões: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983"/>
        <w:gridCol w:w="1090"/>
        <w:gridCol w:w="983"/>
        <w:gridCol w:w="983"/>
        <w:gridCol w:w="983"/>
      </w:tblGrid>
      <w:tr w:rsidR="00B15CFD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Critério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Suficiente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Bom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Muito Bom</w:t>
            </w:r>
          </w:p>
        </w:tc>
      </w:tr>
      <w:tr w:rsidR="00B15CFD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Domínio dos assuntos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5CFD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5CFD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5CFD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5CFD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5CFD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615419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5419" w:rsidRPr="002475A1" w:rsidRDefault="00615419" w:rsidP="0061541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Capacidade de comunicação e estimulação da aprendizagem dos formandos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615419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5419" w:rsidRPr="002475A1" w:rsidRDefault="00615419" w:rsidP="0061541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Capacidade de organizar a aula de forma a tornar-se o mais prática possível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615419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5419" w:rsidRPr="002475A1" w:rsidRDefault="00615419" w:rsidP="0061541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Disponibilidade para esclarecer dúvidas dentro e fora das aulas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615419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5419" w:rsidRPr="002475A1" w:rsidRDefault="00615419" w:rsidP="0061541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Relacionamento com os formandos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615419" w:rsidRPr="002475A1" w:rsidTr="00615419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5419" w:rsidRPr="002475A1" w:rsidRDefault="00615419" w:rsidP="00615419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Adequação e qualidade dos recursos pedagógicos disponibilizados (bibliografia, textos de apoio, slides, etc.)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5419" w:rsidRPr="002475A1" w:rsidRDefault="00615419" w:rsidP="00615419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B15CFD" w:rsidRDefault="00B15CFD" w:rsidP="00B15CFD">
      <w:pPr>
        <w:rPr>
          <w:sz w:val="18"/>
          <w:szCs w:val="18"/>
        </w:rPr>
      </w:pPr>
    </w:p>
    <w:p w:rsidR="007066C9" w:rsidRPr="007066C9" w:rsidRDefault="007066C9" w:rsidP="00B15CFD">
      <w:pPr>
        <w:rPr>
          <w:sz w:val="18"/>
          <w:szCs w:val="18"/>
        </w:rPr>
      </w:pPr>
    </w:p>
    <w:p w:rsidR="00B15CFD" w:rsidRPr="00C90CF8" w:rsidRDefault="00B15CFD" w:rsidP="007066C9">
      <w:pPr>
        <w:numPr>
          <w:ilvl w:val="0"/>
          <w:numId w:val="8"/>
        </w:numPr>
        <w:rPr>
          <w:b/>
        </w:rPr>
      </w:pPr>
      <w:r w:rsidRPr="00C90CF8">
        <w:rPr>
          <w:b/>
        </w:rPr>
        <w:t>Avalie a prestação dos agentes envolvidos na gestão da formação, face aos seguintes parâmetros: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976"/>
        <w:gridCol w:w="1090"/>
        <w:gridCol w:w="976"/>
        <w:gridCol w:w="976"/>
        <w:gridCol w:w="976"/>
      </w:tblGrid>
      <w:tr w:rsidR="00B15CFD" w:rsidRPr="002475A1" w:rsidTr="003B227F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3B227F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 xml:space="preserve">Técnico/a de Formação // 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Joana Pinheiro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Suficiente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Bom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B15CFD" w:rsidRPr="002475A1" w:rsidRDefault="00B15CFD" w:rsidP="002475A1">
            <w:pPr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2475A1">
              <w:rPr>
                <w:rFonts w:cs="Arial"/>
                <w:b/>
                <w:sz w:val="18"/>
                <w:szCs w:val="18"/>
              </w:rPr>
              <w:t>Muito Bom</w:t>
            </w:r>
          </w:p>
        </w:tc>
      </w:tr>
      <w:tr w:rsidR="003B227F" w:rsidRPr="002475A1" w:rsidTr="003B227F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B227F" w:rsidRPr="002475A1" w:rsidRDefault="003B227F" w:rsidP="003B227F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Relacionamento interpessoal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3B227F" w:rsidRPr="002475A1" w:rsidTr="003B227F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B227F" w:rsidRPr="002475A1" w:rsidRDefault="003B227F" w:rsidP="003B227F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Disponibilidade/facilidade de contacto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3B227F" w:rsidRPr="002475A1" w:rsidTr="003B227F">
        <w:trPr>
          <w:jc w:val="center"/>
        </w:trPr>
        <w:tc>
          <w:tcPr>
            <w:tcW w:w="2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3B227F" w:rsidRPr="002475A1" w:rsidRDefault="003B227F" w:rsidP="003B227F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Esclarecimento de dúvidas e resolução de problemas</w:t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227F" w:rsidRPr="002475A1" w:rsidRDefault="003B227F" w:rsidP="003B227F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816570" w:rsidRDefault="00816570" w:rsidP="00B15CFD">
      <w:pPr>
        <w:rPr>
          <w:sz w:val="18"/>
          <w:szCs w:val="18"/>
        </w:rPr>
      </w:pPr>
    </w:p>
    <w:p w:rsidR="00816570" w:rsidRDefault="00816570" w:rsidP="00816570">
      <w:r>
        <w:br w:type="page"/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976"/>
        <w:gridCol w:w="1090"/>
        <w:gridCol w:w="976"/>
        <w:gridCol w:w="976"/>
        <w:gridCol w:w="976"/>
      </w:tblGrid>
      <w:tr w:rsidR="005B59C6" w:rsidRPr="007066C9" w:rsidTr="00816570">
        <w:trPr>
          <w:jc w:val="center"/>
        </w:trPr>
        <w:tc>
          <w:tcPr>
            <w:tcW w:w="2435" w:type="pct"/>
            <w:shd w:val="clear" w:color="auto" w:fill="D9D9D9"/>
            <w:vAlign w:val="center"/>
          </w:tcPr>
          <w:p w:rsidR="00DD3A9E" w:rsidRPr="007066C9" w:rsidRDefault="00357D32" w:rsidP="00357D32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lastRenderedPageBreak/>
              <w:t>Técnico</w:t>
            </w:r>
            <w:r w:rsidR="00F37466">
              <w:rPr>
                <w:rFonts w:cs="Arial"/>
                <w:b/>
                <w:color w:val="000000"/>
                <w:sz w:val="18"/>
                <w:szCs w:val="18"/>
              </w:rPr>
              <w:t>/a</w:t>
            </w: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 xml:space="preserve"> da S</w:t>
            </w:r>
            <w:r w:rsidR="00463D8C" w:rsidRPr="007066C9">
              <w:rPr>
                <w:rFonts w:cs="Arial"/>
                <w:b/>
                <w:color w:val="000000"/>
                <w:sz w:val="18"/>
                <w:szCs w:val="18"/>
              </w:rPr>
              <w:t xml:space="preserve">ala </w:t>
            </w: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V</w:t>
            </w:r>
            <w:r w:rsidR="00463D8C" w:rsidRPr="007066C9">
              <w:rPr>
                <w:rFonts w:cs="Arial"/>
                <w:b/>
                <w:color w:val="000000"/>
                <w:sz w:val="18"/>
                <w:szCs w:val="18"/>
              </w:rPr>
              <w:t>irtual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816570" w:rsidRPr="007066C9" w:rsidTr="00816570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816570" w:rsidRPr="007066C9" w:rsidRDefault="00816570" w:rsidP="00816570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Acolhimento e cordialidade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816570" w:rsidRPr="007066C9" w:rsidTr="00816570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816570" w:rsidRPr="007066C9" w:rsidRDefault="00816570" w:rsidP="00816570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 xml:space="preserve">Sinalização das questões colocadas pelos formandos através do </w:t>
            </w:r>
            <w:proofErr w:type="gramStart"/>
            <w:r w:rsidRPr="007066C9">
              <w:rPr>
                <w:rFonts w:cs="Arial"/>
                <w:sz w:val="18"/>
                <w:szCs w:val="18"/>
              </w:rPr>
              <w:t>chat</w:t>
            </w:r>
            <w:proofErr w:type="gramEnd"/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816570" w:rsidRPr="007066C9" w:rsidTr="00816570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816570" w:rsidRPr="007066C9" w:rsidRDefault="00816570" w:rsidP="00816570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Esclarecimento de dúvidas e resolução de problemas técnicos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6570" w:rsidRPr="002475A1" w:rsidRDefault="00816570" w:rsidP="00816570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3A0BB5" w:rsidRDefault="003A0BB5" w:rsidP="007066C9">
      <w:pPr>
        <w:rPr>
          <w:sz w:val="18"/>
          <w:szCs w:val="18"/>
        </w:rPr>
      </w:pPr>
    </w:p>
    <w:p w:rsidR="00C90CF8" w:rsidRPr="007066C9" w:rsidRDefault="00C90CF8" w:rsidP="007066C9">
      <w:pPr>
        <w:rPr>
          <w:sz w:val="18"/>
          <w:szCs w:val="18"/>
        </w:rPr>
      </w:pPr>
    </w:p>
    <w:p w:rsidR="005B59C6" w:rsidRPr="00C90CF8" w:rsidRDefault="00EE6572" w:rsidP="00C90CF8">
      <w:pPr>
        <w:numPr>
          <w:ilvl w:val="0"/>
          <w:numId w:val="8"/>
        </w:numPr>
        <w:rPr>
          <w:b/>
        </w:rPr>
      </w:pPr>
      <w:r w:rsidRPr="00C90CF8">
        <w:rPr>
          <w:b/>
        </w:rPr>
        <w:t xml:space="preserve">Como </w:t>
      </w:r>
      <w:r w:rsidR="007F3039" w:rsidRPr="00C90CF8">
        <w:rPr>
          <w:b/>
        </w:rPr>
        <w:t>avalia os seguintes aspetos relativos às plataformas de ensino à distância?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983"/>
        <w:gridCol w:w="1090"/>
        <w:gridCol w:w="983"/>
        <w:gridCol w:w="983"/>
        <w:gridCol w:w="983"/>
      </w:tblGrid>
      <w:tr w:rsidR="005B59C6" w:rsidRPr="007066C9" w:rsidTr="00501BF2">
        <w:trPr>
          <w:jc w:val="center"/>
        </w:trPr>
        <w:tc>
          <w:tcPr>
            <w:tcW w:w="2435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Critério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5B59C6" w:rsidRPr="007066C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066C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501BF2" w:rsidRPr="007066C9" w:rsidTr="00501BF2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01BF2" w:rsidRPr="007066C9" w:rsidRDefault="00501BF2" w:rsidP="00501BF2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Esclarecimento do uso da plataforma e suas ferramentas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501BF2" w:rsidRPr="007066C9" w:rsidTr="00501BF2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01BF2" w:rsidRPr="007066C9" w:rsidRDefault="00501BF2" w:rsidP="00501BF2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Facilidade de utilização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501BF2" w:rsidRPr="007066C9" w:rsidTr="00501BF2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01BF2" w:rsidRPr="007066C9" w:rsidRDefault="00501BF2" w:rsidP="00501BF2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Qualidade do áudio das sessões síncronas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  <w:tr w:rsidR="00501BF2" w:rsidRPr="007066C9" w:rsidTr="00501BF2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01BF2" w:rsidRPr="007066C9" w:rsidRDefault="00501BF2" w:rsidP="00501BF2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066C9">
              <w:rPr>
                <w:rFonts w:cs="Arial"/>
                <w:sz w:val="18"/>
                <w:szCs w:val="18"/>
              </w:rPr>
              <w:t>Qualidade da imagem das sessões síncronas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01BF2" w:rsidRPr="002475A1" w:rsidRDefault="00501BF2" w:rsidP="00501BF2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C00DD1" w:rsidRDefault="00C00DD1" w:rsidP="007066C9">
      <w:pPr>
        <w:rPr>
          <w:sz w:val="18"/>
          <w:szCs w:val="18"/>
        </w:rPr>
      </w:pPr>
    </w:p>
    <w:p w:rsidR="00C90CF8" w:rsidRPr="007066C9" w:rsidRDefault="00C90CF8" w:rsidP="007066C9">
      <w:pPr>
        <w:rPr>
          <w:sz w:val="18"/>
          <w:szCs w:val="18"/>
        </w:rPr>
      </w:pPr>
    </w:p>
    <w:p w:rsidR="007066C9" w:rsidRPr="00C90CF8" w:rsidRDefault="007066C9" w:rsidP="00C90CF8">
      <w:pPr>
        <w:numPr>
          <w:ilvl w:val="0"/>
          <w:numId w:val="8"/>
        </w:numPr>
        <w:rPr>
          <w:b/>
        </w:rPr>
      </w:pPr>
      <w:r w:rsidRPr="00C90CF8">
        <w:rPr>
          <w:b/>
        </w:rPr>
        <w:t>De uma forma geral, a organização da formação foi: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976"/>
        <w:gridCol w:w="1088"/>
        <w:gridCol w:w="976"/>
        <w:gridCol w:w="941"/>
        <w:gridCol w:w="976"/>
        <w:gridCol w:w="812"/>
        <w:gridCol w:w="976"/>
        <w:gridCol w:w="893"/>
        <w:gridCol w:w="976"/>
      </w:tblGrid>
      <w:tr w:rsidR="008A3BE1" w:rsidRPr="002475A1" w:rsidTr="00E33EF9">
        <w:trPr>
          <w:jc w:val="center"/>
        </w:trPr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Sem opinião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Insuficiente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4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Suficiente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4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Bom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Muito bom</w:t>
            </w:r>
          </w:p>
        </w:tc>
        <w:tc>
          <w:tcPr>
            <w:tcW w:w="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BE1" w:rsidRPr="002475A1" w:rsidRDefault="008A3BE1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7066C9" w:rsidRDefault="007066C9" w:rsidP="007066C9">
      <w:pPr>
        <w:rPr>
          <w:sz w:val="18"/>
          <w:szCs w:val="18"/>
        </w:rPr>
      </w:pPr>
    </w:p>
    <w:p w:rsidR="00C90CF8" w:rsidRPr="007066C9" w:rsidRDefault="00C90CF8" w:rsidP="007066C9">
      <w:pPr>
        <w:rPr>
          <w:sz w:val="18"/>
          <w:szCs w:val="18"/>
        </w:rPr>
      </w:pPr>
    </w:p>
    <w:p w:rsidR="007066C9" w:rsidRPr="00C90CF8" w:rsidRDefault="007066C9" w:rsidP="00C90CF8">
      <w:pPr>
        <w:numPr>
          <w:ilvl w:val="0"/>
          <w:numId w:val="8"/>
        </w:numPr>
        <w:rPr>
          <w:b/>
        </w:rPr>
      </w:pPr>
      <w:r w:rsidRPr="00C90CF8">
        <w:rPr>
          <w:b/>
        </w:rPr>
        <w:t>Recomendaria a nossa empresa a outro/a formador/a?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624"/>
        <w:gridCol w:w="1622"/>
        <w:gridCol w:w="1622"/>
        <w:gridCol w:w="1622"/>
        <w:gridCol w:w="1620"/>
      </w:tblGrid>
      <w:tr w:rsidR="008D2BEF" w:rsidRPr="002475A1" w:rsidTr="00E33EF9">
        <w:trPr>
          <w:jc w:val="center"/>
        </w:trPr>
        <w:tc>
          <w:tcPr>
            <w:tcW w:w="835" w:type="pct"/>
            <w:shd w:val="clear" w:color="auto" w:fill="auto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Sem opinião</w:t>
            </w:r>
          </w:p>
        </w:tc>
        <w:tc>
          <w:tcPr>
            <w:tcW w:w="834" w:type="pct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Não</w:t>
            </w:r>
          </w:p>
        </w:tc>
        <w:tc>
          <w:tcPr>
            <w:tcW w:w="833" w:type="pct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475A1">
              <w:rPr>
                <w:rFonts w:cs="Arial"/>
                <w:sz w:val="18"/>
                <w:szCs w:val="18"/>
              </w:rPr>
              <w:t>Sim</w:t>
            </w:r>
          </w:p>
        </w:tc>
        <w:tc>
          <w:tcPr>
            <w:tcW w:w="832" w:type="pct"/>
            <w:vAlign w:val="center"/>
          </w:tcPr>
          <w:p w:rsidR="008D2BEF" w:rsidRPr="002475A1" w:rsidRDefault="008D2BEF" w:rsidP="00E33EF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/>
            </w:r>
          </w:p>
        </w:tc>
      </w:tr>
    </w:tbl>
    <w:p w:rsidR="007066C9" w:rsidRDefault="007066C9" w:rsidP="007066C9">
      <w:pPr>
        <w:rPr>
          <w:sz w:val="18"/>
          <w:szCs w:val="18"/>
        </w:rPr>
      </w:pPr>
    </w:p>
    <w:p w:rsidR="00C90CF8" w:rsidRPr="007066C9" w:rsidRDefault="00C90CF8" w:rsidP="007066C9">
      <w:pPr>
        <w:rPr>
          <w:sz w:val="18"/>
          <w:szCs w:val="18"/>
        </w:rPr>
      </w:pPr>
    </w:p>
    <w:p w:rsidR="007066C9" w:rsidRPr="00C90CF8" w:rsidRDefault="007066C9" w:rsidP="00C90CF8">
      <w:pPr>
        <w:numPr>
          <w:ilvl w:val="0"/>
          <w:numId w:val="8"/>
        </w:numPr>
        <w:rPr>
          <w:b/>
        </w:rPr>
      </w:pPr>
      <w:r w:rsidRPr="00C90CF8">
        <w:rPr>
          <w:b/>
        </w:rPr>
        <w:t>Comentários/Sugestões</w:t>
      </w:r>
    </w:p>
    <w:p w:rsidR="007066C9" w:rsidRPr="007066C9" w:rsidRDefault="007066C9" w:rsidP="007066C9">
      <w:pPr>
        <w:jc w:val="both"/>
        <w:rPr>
          <w:rFonts w:cs="Arial"/>
          <w:sz w:val="18"/>
          <w:szCs w:val="18"/>
        </w:rPr>
      </w:pPr>
      <w:r w:rsidRPr="007066C9">
        <w:rPr>
          <w:rFonts w:cs="Arial"/>
          <w:sz w:val="18"/>
          <w:szCs w:val="18"/>
        </w:rPr>
        <w:t>Para melhorar a qualidade de futuras ações de formação promovidas pela nossa empresa, será necessário: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D2BEF" w:rsidRPr="002475A1" w:rsidTr="006F76AC">
        <w:trPr>
          <w:trHeight w:val="1229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8D2BEF" w:rsidRPr="002475A1" w:rsidRDefault="008D2BEF" w:rsidP="002475A1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B90424">
              <w:rPr>
                <w:rFonts w:cs="Arial"/>
                <w:b/>
                <w:sz w:val="18"/>
                <w:szCs w:val="18"/>
              </w:rPr>
              <w:t>teste</w:t>
            </w:r>
          </w:p>
        </w:tc>
      </w:tr>
    </w:tbl>
    <w:p w:rsidR="007066C9" w:rsidRPr="007066C9" w:rsidRDefault="007066C9" w:rsidP="00C90CF8"/>
    <w:tbl>
      <w:tblPr>
        <w:tblpPr w:leftFromText="141" w:rightFromText="141" w:vertAnchor="text" w:horzAnchor="page" w:tblpXSpec="center" w:tblpY="13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066C9" w:rsidRPr="002475A1" w:rsidTr="008D2BEF">
        <w:trPr>
          <w:trHeight w:val="454"/>
        </w:trPr>
        <w:tc>
          <w:tcPr>
            <w:tcW w:w="5000" w:type="pct"/>
            <w:shd w:val="clear" w:color="auto" w:fill="auto"/>
            <w:vAlign w:val="center"/>
          </w:tcPr>
          <w:p w:rsidR="007066C9" w:rsidRPr="002475A1" w:rsidRDefault="008D2BEF" w:rsidP="008D2BEF">
            <w:pPr>
              <w:spacing w:before="40" w:after="40"/>
              <w:rPr>
                <w:b/>
                <w:sz w:val="18"/>
                <w:szCs w:val="18"/>
              </w:rPr>
            </w:pPr>
            <w:r w:rsidRPr="00020689">
              <w:rPr>
                <w:color w:val="000000"/>
                <w:szCs w:val="20"/>
              </w:rPr>
              <w:t xml:space="preserve">O/A Formador/a: </w:t>
            </w:r>
            <w:r>
              <w:rPr>
                <w:color w:val="000000"/>
                <w:szCs w:val="20"/>
              </w:rPr>
              <w:t>João Pedro Magalhães Gomes</w:t>
            </w:r>
            <w:r w:rsidRPr="00020689">
              <w:rPr>
                <w:color w:val="000000"/>
                <w:szCs w:val="20"/>
              </w:rPr>
              <w:t xml:space="preserve">, </w:t>
            </w:r>
            <w:r>
              <w:rPr>
                <w:color w:val="000000"/>
                <w:szCs w:val="20"/>
              </w:rPr>
              <w:t>03/07/2020</w:t>
            </w:r>
          </w:p>
        </w:tc>
      </w:tr>
    </w:tbl>
    <w:p w:rsidR="007066C9" w:rsidRPr="007066C9" w:rsidRDefault="007066C9" w:rsidP="007066C9">
      <w:pPr>
        <w:rPr>
          <w:sz w:val="18"/>
          <w:szCs w:val="18"/>
        </w:rPr>
      </w:pPr>
    </w:p>
    <w:p w:rsidR="007066C9" w:rsidRPr="00750697" w:rsidRDefault="007066C9" w:rsidP="007066C9">
      <w:pPr>
        <w:spacing w:after="120"/>
        <w:jc w:val="both"/>
      </w:pPr>
    </w:p>
    <w:sectPr w:rsidR="007066C9" w:rsidRPr="00750697" w:rsidSect="00D91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560" w:left="1080" w:header="70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BE" w:rsidRDefault="003503BE" w:rsidP="0010067C">
      <w:r>
        <w:separator/>
      </w:r>
    </w:p>
  </w:endnote>
  <w:endnote w:type="continuationSeparator" w:id="0">
    <w:p w:rsidR="003503BE" w:rsidRDefault="003503BE" w:rsidP="0010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A8" w:rsidRDefault="000F0AA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743" w:type="dxa"/>
      <w:shd w:val="clear" w:color="auto" w:fill="FFFFFF"/>
      <w:tblLook w:val="04A0" w:firstRow="1" w:lastRow="0" w:firstColumn="1" w:lastColumn="0" w:noHBand="0" w:noVBand="1"/>
    </w:tblPr>
    <w:tblGrid>
      <w:gridCol w:w="1412"/>
      <w:gridCol w:w="9077"/>
    </w:tblGrid>
    <w:tr w:rsidR="00D915D7" w:rsidTr="00FB2B32">
      <w:tc>
        <w:tcPr>
          <w:tcW w:w="1418" w:type="dxa"/>
          <w:shd w:val="clear" w:color="auto" w:fill="FFFFFF"/>
          <w:vAlign w:val="center"/>
        </w:tcPr>
        <w:p w:rsidR="00D915D7" w:rsidRPr="00FB2B32" w:rsidRDefault="00935933">
          <w:pPr>
            <w:pStyle w:val="Rodap"/>
            <w:rPr>
              <w:b/>
              <w:color w:val="FFFFFF"/>
            </w:rPr>
          </w:pPr>
          <w:r w:rsidRPr="00FB2B32">
            <w:rPr>
              <w:b/>
              <w:noProof/>
              <w:color w:val="FFFFFF"/>
              <w:lang w:eastAsia="pt-PT"/>
            </w:rPr>
            <w:drawing>
              <wp:inline distT="0" distB="0" distL="0" distR="0">
                <wp:extent cx="573405" cy="791845"/>
                <wp:effectExtent l="0" t="0" r="0" b="8255"/>
                <wp:docPr id="2" name="Imagem 2" descr="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40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11" w:type="dxa"/>
          <w:shd w:val="clear" w:color="auto" w:fill="FFFFFF"/>
          <w:vAlign w:val="center"/>
        </w:tcPr>
        <w:tbl>
          <w:tblPr>
            <w:tblW w:w="0" w:type="auto"/>
            <w:jc w:val="center"/>
            <w:tblBorders>
              <w:top w:val="dotted" w:sz="4" w:space="0" w:color="7F7F7F"/>
              <w:left w:val="dotted" w:sz="4" w:space="0" w:color="7F7F7F"/>
              <w:bottom w:val="dotted" w:sz="4" w:space="0" w:color="7F7F7F"/>
              <w:right w:val="dotted" w:sz="4" w:space="0" w:color="7F7F7F"/>
              <w:insideH w:val="dotted" w:sz="4" w:space="0" w:color="7F7F7F"/>
              <w:insideV w:val="dotted" w:sz="4" w:space="0" w:color="7F7F7F"/>
            </w:tblBorders>
            <w:tblLook w:val="04A0" w:firstRow="1" w:lastRow="0" w:firstColumn="1" w:lastColumn="0" w:noHBand="0" w:noVBand="1"/>
          </w:tblPr>
          <w:tblGrid>
            <w:gridCol w:w="2161"/>
            <w:gridCol w:w="2161"/>
            <w:gridCol w:w="2161"/>
          </w:tblGrid>
          <w:tr w:rsidR="00D915D7" w:rsidRPr="006965B5" w:rsidTr="00FB2B32">
            <w:trPr>
              <w:jc w:val="center"/>
            </w:trPr>
            <w:tc>
              <w:tcPr>
                <w:tcW w:w="2161" w:type="dxa"/>
                <w:vAlign w:val="center"/>
              </w:tcPr>
              <w:p w:rsidR="00D915D7" w:rsidRPr="006965B5" w:rsidRDefault="00F52E78" w:rsidP="00D915D7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 w:rsidRPr="00F52E78">
                  <w:rPr>
                    <w:color w:val="7F7F7F"/>
                    <w:sz w:val="16"/>
                    <w:szCs w:val="16"/>
                  </w:rPr>
                  <w:t>Modelo F045</w:t>
                </w:r>
                <w:r w:rsidR="00990922">
                  <w:rPr>
                    <w:color w:val="7F7F7F"/>
                    <w:sz w:val="16"/>
                    <w:szCs w:val="16"/>
                  </w:rPr>
                  <w:t>B</w:t>
                </w:r>
              </w:p>
            </w:tc>
            <w:tc>
              <w:tcPr>
                <w:tcW w:w="2161" w:type="dxa"/>
                <w:vAlign w:val="center"/>
              </w:tcPr>
              <w:p w:rsidR="00D915D7" w:rsidRPr="006965B5" w:rsidRDefault="000F0AA8" w:rsidP="000F0AA8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>
                  <w:rPr>
                    <w:color w:val="7F7F7F"/>
                    <w:sz w:val="16"/>
                    <w:szCs w:val="16"/>
                  </w:rPr>
                  <w:t>Versão 03</w:t>
                </w:r>
                <w:r w:rsidR="00E12404">
                  <w:rPr>
                    <w:color w:val="7F7F7F"/>
                    <w:sz w:val="16"/>
                    <w:szCs w:val="16"/>
                  </w:rPr>
                  <w:t>_</w:t>
                </w:r>
                <w:r>
                  <w:rPr>
                    <w:color w:val="7F7F7F"/>
                    <w:sz w:val="16"/>
                    <w:szCs w:val="16"/>
                  </w:rPr>
                  <w:t>05</w:t>
                </w:r>
                <w:r w:rsidR="003A0BB5">
                  <w:rPr>
                    <w:color w:val="7F7F7F"/>
                    <w:sz w:val="16"/>
                    <w:szCs w:val="16"/>
                  </w:rPr>
                  <w:t>/2018</w:t>
                </w:r>
              </w:p>
            </w:tc>
            <w:tc>
              <w:tcPr>
                <w:tcW w:w="2161" w:type="dxa"/>
                <w:vAlign w:val="center"/>
              </w:tcPr>
              <w:p w:rsidR="00D915D7" w:rsidRPr="006965B5" w:rsidRDefault="00D915D7" w:rsidP="00D915D7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 w:rsidRPr="006965B5">
                  <w:rPr>
                    <w:color w:val="7F7F7F"/>
                    <w:sz w:val="16"/>
                    <w:szCs w:val="16"/>
                  </w:rPr>
                  <w:t xml:space="preserve">Página 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begin"/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instrText>PAGE  \* Arabic  \* MERGEFORMAT</w:instrTex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separate"/>
                </w:r>
                <w:r w:rsidR="00E33EF9">
                  <w:rPr>
                    <w:b/>
                    <w:noProof/>
                    <w:color w:val="7F7F7F"/>
                    <w:sz w:val="16"/>
                    <w:szCs w:val="16"/>
                  </w:rPr>
                  <w:t>1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end"/>
                </w:r>
                <w:r w:rsidRPr="006965B5">
                  <w:rPr>
                    <w:color w:val="7F7F7F"/>
                    <w:sz w:val="16"/>
                    <w:szCs w:val="16"/>
                  </w:rPr>
                  <w:t xml:space="preserve"> de 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begin"/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instrText>NUMPAGES  \* Arabic  \* MERGEFORMAT</w:instrTex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separate"/>
                </w:r>
                <w:r w:rsidR="00E33EF9">
                  <w:rPr>
                    <w:b/>
                    <w:noProof/>
                    <w:color w:val="7F7F7F"/>
                    <w:sz w:val="16"/>
                    <w:szCs w:val="16"/>
                  </w:rPr>
                  <w:t>2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D915D7" w:rsidRPr="00FB2B32" w:rsidRDefault="00D915D7">
          <w:pPr>
            <w:pStyle w:val="Rodap"/>
            <w:rPr>
              <w:b/>
              <w:color w:val="FFFFFF"/>
            </w:rPr>
          </w:pPr>
        </w:p>
      </w:tc>
    </w:tr>
  </w:tbl>
  <w:p w:rsidR="0010067C" w:rsidRDefault="0010067C" w:rsidP="00D915D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A8" w:rsidRDefault="000F0A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BE" w:rsidRDefault="003503BE" w:rsidP="0010067C">
      <w:r>
        <w:separator/>
      </w:r>
    </w:p>
  </w:footnote>
  <w:footnote w:type="continuationSeparator" w:id="0">
    <w:p w:rsidR="003503BE" w:rsidRDefault="003503BE" w:rsidP="00100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A8" w:rsidRDefault="000F0AA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8" w:type="dxa"/>
      <w:tblLayout w:type="fixed"/>
      <w:tblLook w:val="04A0" w:firstRow="1" w:lastRow="0" w:firstColumn="1" w:lastColumn="0" w:noHBand="0" w:noVBand="1"/>
    </w:tblPr>
    <w:tblGrid>
      <w:gridCol w:w="4873"/>
      <w:gridCol w:w="4873"/>
    </w:tblGrid>
    <w:tr w:rsidR="00E469C0" w:rsidRPr="00E469C0" w:rsidTr="00E469C0">
      <w:trPr>
        <w:trHeight w:val="1000"/>
        <w:tblHeader/>
      </w:trPr>
      <w:tc>
        <w:tcPr>
          <w:tcW w:w="4873" w:type="dxa"/>
          <w:vAlign w:val="center"/>
        </w:tcPr>
        <w:p w:rsidR="00E469C0" w:rsidRPr="00E469C0" w:rsidRDefault="00935933" w:rsidP="00584D99">
          <w:pPr>
            <w:pStyle w:val="Cabealho"/>
            <w:tabs>
              <w:tab w:val="clear" w:pos="4252"/>
              <w:tab w:val="clear" w:pos="8504"/>
            </w:tabs>
          </w:pPr>
          <w:r>
            <w:rPr>
              <w:noProof/>
              <w:lang w:eastAsia="pt-PT"/>
            </w:rPr>
            <w:drawing>
              <wp:inline distT="0" distB="0" distL="0" distR="0">
                <wp:extent cx="2954655" cy="668655"/>
                <wp:effectExtent l="0" t="0" r="0" b="0"/>
                <wp:docPr id="1" name="Imagem 1" descr="te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4655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73" w:type="dxa"/>
        </w:tcPr>
        <w:p w:rsidR="00E469C0" w:rsidRPr="00E469C0" w:rsidRDefault="00E469C0" w:rsidP="00584D99">
          <w:pPr>
            <w:pStyle w:val="Cabealho"/>
            <w:tabs>
              <w:tab w:val="clear" w:pos="4252"/>
              <w:tab w:val="clear" w:pos="8504"/>
            </w:tabs>
          </w:pPr>
        </w:p>
      </w:tc>
    </w:tr>
  </w:tbl>
  <w:p w:rsidR="0001571B" w:rsidRDefault="0001571B" w:rsidP="00162BCA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A8" w:rsidRDefault="000F0AA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06741"/>
    <w:multiLevelType w:val="hybridMultilevel"/>
    <w:tmpl w:val="572A577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A29B0"/>
    <w:multiLevelType w:val="multilevel"/>
    <w:tmpl w:val="1FBC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" w15:restartNumberingAfterBreak="0">
    <w:nsid w:val="25FC5B06"/>
    <w:multiLevelType w:val="hybridMultilevel"/>
    <w:tmpl w:val="9D0EAF6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F5C19"/>
    <w:multiLevelType w:val="hybridMultilevel"/>
    <w:tmpl w:val="899CCF2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3008E"/>
    <w:multiLevelType w:val="hybridMultilevel"/>
    <w:tmpl w:val="C7A451E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D218F"/>
    <w:multiLevelType w:val="hybridMultilevel"/>
    <w:tmpl w:val="899CCF2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53A4C"/>
    <w:multiLevelType w:val="hybridMultilevel"/>
    <w:tmpl w:val="90AA446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C0"/>
    <w:rsid w:val="000045A4"/>
    <w:rsid w:val="00006C4D"/>
    <w:rsid w:val="0001571B"/>
    <w:rsid w:val="00020689"/>
    <w:rsid w:val="00027083"/>
    <w:rsid w:val="00037E84"/>
    <w:rsid w:val="00050F83"/>
    <w:rsid w:val="000516D9"/>
    <w:rsid w:val="00073351"/>
    <w:rsid w:val="000814D7"/>
    <w:rsid w:val="00086043"/>
    <w:rsid w:val="000C15F7"/>
    <w:rsid w:val="000C1F74"/>
    <w:rsid w:val="000C41C7"/>
    <w:rsid w:val="000C7138"/>
    <w:rsid w:val="000C715B"/>
    <w:rsid w:val="000D1A1C"/>
    <w:rsid w:val="000D6788"/>
    <w:rsid w:val="000D7300"/>
    <w:rsid w:val="000D7B9C"/>
    <w:rsid w:val="000D7F33"/>
    <w:rsid w:val="000F0AA8"/>
    <w:rsid w:val="0010067C"/>
    <w:rsid w:val="00101314"/>
    <w:rsid w:val="001019F2"/>
    <w:rsid w:val="00115FC8"/>
    <w:rsid w:val="0011779A"/>
    <w:rsid w:val="00117D30"/>
    <w:rsid w:val="001239B2"/>
    <w:rsid w:val="00127C28"/>
    <w:rsid w:val="00137EC8"/>
    <w:rsid w:val="00150299"/>
    <w:rsid w:val="00157684"/>
    <w:rsid w:val="00162BCA"/>
    <w:rsid w:val="00185CF8"/>
    <w:rsid w:val="00193102"/>
    <w:rsid w:val="0019724B"/>
    <w:rsid w:val="001C1644"/>
    <w:rsid w:val="002023CF"/>
    <w:rsid w:val="00213C69"/>
    <w:rsid w:val="00224FCF"/>
    <w:rsid w:val="00230B13"/>
    <w:rsid w:val="002475A1"/>
    <w:rsid w:val="00250E0F"/>
    <w:rsid w:val="00256551"/>
    <w:rsid w:val="00282754"/>
    <w:rsid w:val="00290966"/>
    <w:rsid w:val="002959BB"/>
    <w:rsid w:val="00297BC4"/>
    <w:rsid w:val="002A0BB4"/>
    <w:rsid w:val="002B0F49"/>
    <w:rsid w:val="002C1B1F"/>
    <w:rsid w:val="002D6C27"/>
    <w:rsid w:val="002E1CA3"/>
    <w:rsid w:val="002F04C5"/>
    <w:rsid w:val="002F638C"/>
    <w:rsid w:val="00301DD9"/>
    <w:rsid w:val="00306202"/>
    <w:rsid w:val="0031087B"/>
    <w:rsid w:val="00317164"/>
    <w:rsid w:val="003178AD"/>
    <w:rsid w:val="00317AB5"/>
    <w:rsid w:val="00323141"/>
    <w:rsid w:val="003271A2"/>
    <w:rsid w:val="00346907"/>
    <w:rsid w:val="003503BE"/>
    <w:rsid w:val="0035390B"/>
    <w:rsid w:val="00355497"/>
    <w:rsid w:val="00357D32"/>
    <w:rsid w:val="00362DCA"/>
    <w:rsid w:val="00367677"/>
    <w:rsid w:val="00381839"/>
    <w:rsid w:val="003A0BB5"/>
    <w:rsid w:val="003A19D0"/>
    <w:rsid w:val="003A2A1A"/>
    <w:rsid w:val="003A3483"/>
    <w:rsid w:val="003B227F"/>
    <w:rsid w:val="003C6A11"/>
    <w:rsid w:val="003E45BC"/>
    <w:rsid w:val="003F6D30"/>
    <w:rsid w:val="00413927"/>
    <w:rsid w:val="004156EC"/>
    <w:rsid w:val="0041794D"/>
    <w:rsid w:val="0042666D"/>
    <w:rsid w:val="004459C0"/>
    <w:rsid w:val="004460BC"/>
    <w:rsid w:val="00447B46"/>
    <w:rsid w:val="00463D8C"/>
    <w:rsid w:val="00465856"/>
    <w:rsid w:val="004B50F3"/>
    <w:rsid w:val="004C1133"/>
    <w:rsid w:val="004C7BDC"/>
    <w:rsid w:val="004D2CD7"/>
    <w:rsid w:val="004D5EE8"/>
    <w:rsid w:val="004F6366"/>
    <w:rsid w:val="004F7A48"/>
    <w:rsid w:val="00501BF2"/>
    <w:rsid w:val="005105C2"/>
    <w:rsid w:val="00511A59"/>
    <w:rsid w:val="0055237A"/>
    <w:rsid w:val="00554735"/>
    <w:rsid w:val="005604B8"/>
    <w:rsid w:val="00564811"/>
    <w:rsid w:val="00584D99"/>
    <w:rsid w:val="00585845"/>
    <w:rsid w:val="005B07CB"/>
    <w:rsid w:val="005B123C"/>
    <w:rsid w:val="005B59C6"/>
    <w:rsid w:val="005C02F2"/>
    <w:rsid w:val="005C488E"/>
    <w:rsid w:val="005C6666"/>
    <w:rsid w:val="005D0DC7"/>
    <w:rsid w:val="005D4FB7"/>
    <w:rsid w:val="005E4FBF"/>
    <w:rsid w:val="00601504"/>
    <w:rsid w:val="00615419"/>
    <w:rsid w:val="00615CC6"/>
    <w:rsid w:val="0063680D"/>
    <w:rsid w:val="00636AD7"/>
    <w:rsid w:val="006375C1"/>
    <w:rsid w:val="00640E63"/>
    <w:rsid w:val="00647358"/>
    <w:rsid w:val="006726EC"/>
    <w:rsid w:val="00690DE4"/>
    <w:rsid w:val="006965B5"/>
    <w:rsid w:val="00696F5E"/>
    <w:rsid w:val="006A1AFD"/>
    <w:rsid w:val="006B48F3"/>
    <w:rsid w:val="006C366E"/>
    <w:rsid w:val="006C49B5"/>
    <w:rsid w:val="006E2D6D"/>
    <w:rsid w:val="007066C9"/>
    <w:rsid w:val="00706C21"/>
    <w:rsid w:val="0071310A"/>
    <w:rsid w:val="007147FA"/>
    <w:rsid w:val="00715AAE"/>
    <w:rsid w:val="00720912"/>
    <w:rsid w:val="007327FB"/>
    <w:rsid w:val="00735F30"/>
    <w:rsid w:val="00742FF4"/>
    <w:rsid w:val="00746A16"/>
    <w:rsid w:val="00750697"/>
    <w:rsid w:val="00755966"/>
    <w:rsid w:val="0075624C"/>
    <w:rsid w:val="007628C6"/>
    <w:rsid w:val="0077793C"/>
    <w:rsid w:val="00781C33"/>
    <w:rsid w:val="0078247C"/>
    <w:rsid w:val="007832F4"/>
    <w:rsid w:val="00784341"/>
    <w:rsid w:val="00795A97"/>
    <w:rsid w:val="007A3949"/>
    <w:rsid w:val="007C48D1"/>
    <w:rsid w:val="007D3735"/>
    <w:rsid w:val="007E06EB"/>
    <w:rsid w:val="007E121B"/>
    <w:rsid w:val="007E64AC"/>
    <w:rsid w:val="007F3039"/>
    <w:rsid w:val="007F4537"/>
    <w:rsid w:val="007F47C6"/>
    <w:rsid w:val="007F5D43"/>
    <w:rsid w:val="007F609E"/>
    <w:rsid w:val="007F7A75"/>
    <w:rsid w:val="00801B90"/>
    <w:rsid w:val="00805148"/>
    <w:rsid w:val="00806F3E"/>
    <w:rsid w:val="008111E1"/>
    <w:rsid w:val="0081593B"/>
    <w:rsid w:val="00816570"/>
    <w:rsid w:val="0084356E"/>
    <w:rsid w:val="00852E8B"/>
    <w:rsid w:val="0088322F"/>
    <w:rsid w:val="00890922"/>
    <w:rsid w:val="008A2A02"/>
    <w:rsid w:val="008A3BE1"/>
    <w:rsid w:val="008A5D0D"/>
    <w:rsid w:val="008B161F"/>
    <w:rsid w:val="008D0556"/>
    <w:rsid w:val="008D2BEF"/>
    <w:rsid w:val="008D6A2A"/>
    <w:rsid w:val="008D779A"/>
    <w:rsid w:val="008E0A8A"/>
    <w:rsid w:val="008F09E1"/>
    <w:rsid w:val="008F23BB"/>
    <w:rsid w:val="0090227B"/>
    <w:rsid w:val="00911E00"/>
    <w:rsid w:val="00915B2F"/>
    <w:rsid w:val="009312A7"/>
    <w:rsid w:val="00933898"/>
    <w:rsid w:val="00935933"/>
    <w:rsid w:val="00935AE8"/>
    <w:rsid w:val="00935B5B"/>
    <w:rsid w:val="00941704"/>
    <w:rsid w:val="00947158"/>
    <w:rsid w:val="0095471D"/>
    <w:rsid w:val="00990922"/>
    <w:rsid w:val="009A2C74"/>
    <w:rsid w:val="009C70DE"/>
    <w:rsid w:val="009D122A"/>
    <w:rsid w:val="009E1536"/>
    <w:rsid w:val="009E57BD"/>
    <w:rsid w:val="009F1F33"/>
    <w:rsid w:val="00A003B9"/>
    <w:rsid w:val="00A03DC4"/>
    <w:rsid w:val="00A11E07"/>
    <w:rsid w:val="00A1442B"/>
    <w:rsid w:val="00A206E3"/>
    <w:rsid w:val="00A21872"/>
    <w:rsid w:val="00A5132A"/>
    <w:rsid w:val="00A5666A"/>
    <w:rsid w:val="00A633F2"/>
    <w:rsid w:val="00A75AA6"/>
    <w:rsid w:val="00A979D0"/>
    <w:rsid w:val="00AC288C"/>
    <w:rsid w:val="00AD404C"/>
    <w:rsid w:val="00AF4196"/>
    <w:rsid w:val="00B0769D"/>
    <w:rsid w:val="00B13D04"/>
    <w:rsid w:val="00B15CFD"/>
    <w:rsid w:val="00B45F9B"/>
    <w:rsid w:val="00B60840"/>
    <w:rsid w:val="00B613F8"/>
    <w:rsid w:val="00B6331E"/>
    <w:rsid w:val="00B63AA0"/>
    <w:rsid w:val="00B66C86"/>
    <w:rsid w:val="00B67071"/>
    <w:rsid w:val="00B76A14"/>
    <w:rsid w:val="00B773F6"/>
    <w:rsid w:val="00B83D76"/>
    <w:rsid w:val="00B87ACF"/>
    <w:rsid w:val="00BA0FA7"/>
    <w:rsid w:val="00BC40F5"/>
    <w:rsid w:val="00BD4925"/>
    <w:rsid w:val="00BE1820"/>
    <w:rsid w:val="00C00DD1"/>
    <w:rsid w:val="00C05AF5"/>
    <w:rsid w:val="00C07267"/>
    <w:rsid w:val="00C14DD5"/>
    <w:rsid w:val="00C31FC0"/>
    <w:rsid w:val="00C45058"/>
    <w:rsid w:val="00C538C3"/>
    <w:rsid w:val="00C71F81"/>
    <w:rsid w:val="00C748FF"/>
    <w:rsid w:val="00C77DB3"/>
    <w:rsid w:val="00C90CF8"/>
    <w:rsid w:val="00CB0752"/>
    <w:rsid w:val="00CC5382"/>
    <w:rsid w:val="00CD4F51"/>
    <w:rsid w:val="00CE0CEE"/>
    <w:rsid w:val="00CF0610"/>
    <w:rsid w:val="00CF7632"/>
    <w:rsid w:val="00D177EE"/>
    <w:rsid w:val="00D21AF3"/>
    <w:rsid w:val="00D336D6"/>
    <w:rsid w:val="00D54953"/>
    <w:rsid w:val="00D8155B"/>
    <w:rsid w:val="00D90723"/>
    <w:rsid w:val="00D915D7"/>
    <w:rsid w:val="00D92BCD"/>
    <w:rsid w:val="00D94FEE"/>
    <w:rsid w:val="00DA2CEE"/>
    <w:rsid w:val="00DC74C0"/>
    <w:rsid w:val="00DD2221"/>
    <w:rsid w:val="00DD3A9E"/>
    <w:rsid w:val="00DF38EC"/>
    <w:rsid w:val="00DF438D"/>
    <w:rsid w:val="00DF44EC"/>
    <w:rsid w:val="00E01136"/>
    <w:rsid w:val="00E12404"/>
    <w:rsid w:val="00E2780F"/>
    <w:rsid w:val="00E32C3F"/>
    <w:rsid w:val="00E33EF9"/>
    <w:rsid w:val="00E37FB6"/>
    <w:rsid w:val="00E4134A"/>
    <w:rsid w:val="00E429C3"/>
    <w:rsid w:val="00E44AA5"/>
    <w:rsid w:val="00E45AC8"/>
    <w:rsid w:val="00E469C0"/>
    <w:rsid w:val="00E53719"/>
    <w:rsid w:val="00E60419"/>
    <w:rsid w:val="00E72975"/>
    <w:rsid w:val="00E80E2D"/>
    <w:rsid w:val="00E918B0"/>
    <w:rsid w:val="00E941DA"/>
    <w:rsid w:val="00EA23DC"/>
    <w:rsid w:val="00EA3ECF"/>
    <w:rsid w:val="00EA4434"/>
    <w:rsid w:val="00EA7A2D"/>
    <w:rsid w:val="00EC1D92"/>
    <w:rsid w:val="00EC61C6"/>
    <w:rsid w:val="00EE6572"/>
    <w:rsid w:val="00EF15CD"/>
    <w:rsid w:val="00EF4F42"/>
    <w:rsid w:val="00EF5A3D"/>
    <w:rsid w:val="00F0009A"/>
    <w:rsid w:val="00F104FA"/>
    <w:rsid w:val="00F12491"/>
    <w:rsid w:val="00F12D24"/>
    <w:rsid w:val="00F14F6F"/>
    <w:rsid w:val="00F174F9"/>
    <w:rsid w:val="00F2351B"/>
    <w:rsid w:val="00F2477E"/>
    <w:rsid w:val="00F37466"/>
    <w:rsid w:val="00F37795"/>
    <w:rsid w:val="00F37DBA"/>
    <w:rsid w:val="00F37F80"/>
    <w:rsid w:val="00F52E78"/>
    <w:rsid w:val="00F57B31"/>
    <w:rsid w:val="00F82971"/>
    <w:rsid w:val="00FA0A58"/>
    <w:rsid w:val="00FA35F4"/>
    <w:rsid w:val="00FB0172"/>
    <w:rsid w:val="00FB2B32"/>
    <w:rsid w:val="00FB328F"/>
    <w:rsid w:val="00FB3599"/>
    <w:rsid w:val="00FC76AA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7926D0-4E51-40E9-A721-7F5E8CFA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3F6"/>
    <w:rPr>
      <w:szCs w:val="22"/>
      <w:lang w:eastAsia="en-US"/>
    </w:rPr>
  </w:style>
  <w:style w:type="paragraph" w:styleId="Cabealho1">
    <w:name w:val="heading 1"/>
    <w:basedOn w:val="Normal"/>
    <w:next w:val="Normal"/>
    <w:link w:val="Cabealho1Carter"/>
    <w:uiPriority w:val="9"/>
    <w:qFormat/>
    <w:rsid w:val="002C1B1F"/>
    <w:pPr>
      <w:keepNext/>
      <w:keepLines/>
      <w:spacing w:after="240"/>
      <w:outlineLvl w:val="0"/>
    </w:pPr>
    <w:rPr>
      <w:rFonts w:eastAsia="Times New Roman"/>
      <w:b/>
      <w:bCs/>
      <w:caps/>
      <w:color w:val="7F7F7F"/>
      <w:sz w:val="40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EC1D92"/>
    <w:pPr>
      <w:keepNext/>
      <w:keepLines/>
      <w:outlineLvl w:val="1"/>
    </w:pPr>
    <w:rPr>
      <w:rFonts w:eastAsia="Times New Roman"/>
      <w:b/>
      <w:bCs/>
      <w:caps/>
      <w:color w:val="808080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50697"/>
    <w:rPr>
      <w:szCs w:val="22"/>
      <w:lang w:eastAsia="en-US"/>
    </w:rPr>
  </w:style>
  <w:style w:type="character" w:customStyle="1" w:styleId="Cabealho1Carter">
    <w:name w:val="Cabeçalho 1 Caráter"/>
    <w:link w:val="Cabealho1"/>
    <w:uiPriority w:val="9"/>
    <w:rsid w:val="002C1B1F"/>
    <w:rPr>
      <w:rFonts w:ascii="Arial Narrow" w:eastAsia="Times New Roman" w:hAnsi="Arial Narrow" w:cs="Times New Roman"/>
      <w:b/>
      <w:bCs/>
      <w:caps/>
      <w:color w:val="7F7F7F"/>
      <w:sz w:val="40"/>
      <w:szCs w:val="28"/>
    </w:rPr>
  </w:style>
  <w:style w:type="character" w:customStyle="1" w:styleId="Cabealho2Carter">
    <w:name w:val="Cabeçalho 2 Caráter"/>
    <w:link w:val="Cabealho2"/>
    <w:uiPriority w:val="9"/>
    <w:rsid w:val="00EC1D92"/>
    <w:rPr>
      <w:rFonts w:ascii="Arial Narrow" w:eastAsia="Times New Roman" w:hAnsi="Arial Narrow" w:cs="Times New Roman"/>
      <w:b/>
      <w:bCs/>
      <w:caps/>
      <w:color w:val="808080"/>
      <w:sz w:val="20"/>
      <w:szCs w:val="2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C1D92"/>
    <w:pPr>
      <w:numPr>
        <w:ilvl w:val="1"/>
      </w:numPr>
      <w:spacing w:before="120" w:after="120"/>
    </w:pPr>
    <w:rPr>
      <w:rFonts w:eastAsia="Times New Roman"/>
      <w:b/>
      <w:iCs/>
      <w:caps/>
      <w:color w:val="E36C0A"/>
      <w:spacing w:val="15"/>
      <w:szCs w:val="24"/>
    </w:rPr>
  </w:style>
  <w:style w:type="character" w:customStyle="1" w:styleId="SubttuloCarter">
    <w:name w:val="Subtítulo Caráter"/>
    <w:link w:val="Subttulo"/>
    <w:uiPriority w:val="11"/>
    <w:rsid w:val="00EC1D92"/>
    <w:rPr>
      <w:rFonts w:ascii="Arial Narrow" w:eastAsia="Times New Roman" w:hAnsi="Arial Narrow" w:cs="Times New Roman"/>
      <w:b/>
      <w:iCs/>
      <w:caps/>
      <w:color w:val="E36C0A"/>
      <w:spacing w:val="15"/>
      <w:sz w:val="20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10067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10067C"/>
    <w:rPr>
      <w:rFonts w:ascii="Arial Narrow" w:hAnsi="Arial Narrow"/>
      <w:sz w:val="20"/>
    </w:rPr>
  </w:style>
  <w:style w:type="paragraph" w:styleId="Rodap">
    <w:name w:val="footer"/>
    <w:basedOn w:val="Normal"/>
    <w:link w:val="RodapCarter"/>
    <w:uiPriority w:val="99"/>
    <w:unhideWhenUsed/>
    <w:rsid w:val="0010067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10067C"/>
    <w:rPr>
      <w:rFonts w:ascii="Arial Narrow" w:hAnsi="Arial Narrow"/>
      <w:sz w:val="20"/>
    </w:rPr>
  </w:style>
  <w:style w:type="table" w:styleId="Tabelacomgrelha">
    <w:name w:val="Table Grid"/>
    <w:basedOn w:val="Tabelanormal"/>
    <w:uiPriority w:val="59"/>
    <w:rsid w:val="00C00DD1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pPr>
        <w:wordWrap/>
        <w:ind w:leftChars="0" w:left="0" w:rightChars="0" w:right="0"/>
      </w:pPr>
      <w:rPr>
        <w:b/>
        <w:color w:val="FFFFFF"/>
      </w:rPr>
      <w:tblPr/>
      <w:tcPr>
        <w:shd w:val="clear" w:color="auto" w:fill="808080"/>
        <w:vAlign w:val="center"/>
      </w:tcPr>
    </w:tblStylePr>
  </w:style>
  <w:style w:type="paragraph" w:styleId="Textodebalo">
    <w:name w:val="Balloon Text"/>
    <w:basedOn w:val="Normal"/>
    <w:link w:val="TextodebaloCarter"/>
    <w:uiPriority w:val="99"/>
    <w:semiHidden/>
    <w:unhideWhenUsed/>
    <w:rsid w:val="0010067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10067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B123C"/>
    <w:pPr>
      <w:ind w:left="720"/>
      <w:contextualSpacing/>
    </w:pPr>
  </w:style>
  <w:style w:type="table" w:customStyle="1" w:styleId="TabeladeGrelha21">
    <w:name w:val="Tabela de Grelha 21"/>
    <w:basedOn w:val="Tabelanormal"/>
    <w:uiPriority w:val="47"/>
    <w:rsid w:val="004B50F3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adeGrelha41">
    <w:name w:val="Tabela de Grelha 41"/>
    <w:basedOn w:val="Tabelanormal"/>
    <w:uiPriority w:val="49"/>
    <w:rsid w:val="00317164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">
    <w:name w:val="Grid Table 4"/>
    <w:basedOn w:val="Tabelanormal"/>
    <w:uiPriority w:val="49"/>
    <w:rsid w:val="00795A97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arning\AppData\Local\humansoft\humantrain\modelos\CRIAP_F045%20-%20Questionario_form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CRIAP_F045 - Questionario_formador.dot</Template>
  <TotalTime>29</TotalTime>
  <Pages>2</Pages>
  <Words>520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Luís Graça / Sara Teixeira / Rita Correia</dc:creator>
  <cp:keywords/>
  <cp:lastModifiedBy>Filipe Pereira</cp:lastModifiedBy>
  <cp:revision>9</cp:revision>
  <cp:lastPrinted>2016-06-14T14:37:00Z</cp:lastPrinted>
  <dcterms:created xsi:type="dcterms:W3CDTF">2018-07-18T10:09:00Z</dcterms:created>
  <dcterms:modified xsi:type="dcterms:W3CDTF">2018-07-18T11:37:00Z</dcterms:modified>
</cp:coreProperties>
</file>