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37"/>
        <w:gridCol w:w="5104"/>
        <w:gridCol w:w="851"/>
        <w:gridCol w:w="902"/>
        <w:gridCol w:w="1042"/>
      </w:tblGrid>
      <w:tr w:rsidR="005B59C6" w:rsidRPr="00750697" w:rsidTr="00020689">
        <w:trPr>
          <w:trHeight w:val="737"/>
        </w:trPr>
        <w:tc>
          <w:tcPr>
            <w:tcW w:w="3565" w:type="pct"/>
            <w:gridSpan w:val="2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B59C6" w:rsidRPr="00027083" w:rsidRDefault="005B59C6" w:rsidP="00027083">
            <w:pPr>
              <w:pStyle w:val="Cabealho2"/>
              <w:spacing w:before="60" w:after="60"/>
              <w:jc w:val="center"/>
              <w:rPr>
                <w:caps w:val="0"/>
                <w:color w:val="7F7F7F"/>
                <w:sz w:val="40"/>
                <w:szCs w:val="40"/>
              </w:rPr>
            </w:pPr>
            <w:r w:rsidRPr="00027083">
              <w:rPr>
                <w:caps w:val="0"/>
                <w:color w:val="7F7F7F"/>
                <w:sz w:val="40"/>
                <w:szCs w:val="40"/>
              </w:rPr>
              <w:t>QUESTIONÁRIO DE AVALIAÇÃO DA FORMAÇÃO</w:t>
            </w:r>
            <w:r w:rsidR="00E32C3F">
              <w:rPr>
                <w:caps w:val="0"/>
                <w:color w:val="7F7F7F"/>
                <w:sz w:val="40"/>
                <w:szCs w:val="40"/>
              </w:rPr>
              <w:t xml:space="preserve"> – EAD</w:t>
            </w:r>
          </w:p>
          <w:p w:rsidR="005B59C6" w:rsidRPr="001A6C2D" w:rsidRDefault="005B59C6" w:rsidP="00027083">
            <w:pPr>
              <w:pStyle w:val="Cabealho2"/>
              <w:jc w:val="right"/>
            </w:pPr>
            <w:r w:rsidRPr="001A6C2D">
              <w:t>FORMADOR/A</w:t>
            </w:r>
          </w:p>
        </w:tc>
        <w:tc>
          <w:tcPr>
            <w:tcW w:w="900" w:type="pct"/>
            <w:gridSpan w:val="2"/>
            <w:tcBorders>
              <w:left w:val="nil"/>
              <w:bottom w:val="dotted" w:sz="4" w:space="0" w:color="auto"/>
            </w:tcBorders>
            <w:shd w:val="clear" w:color="auto" w:fill="808080"/>
            <w:vAlign w:val="center"/>
          </w:tcPr>
          <w:p w:rsidR="005B59C6" w:rsidRPr="00027083" w:rsidRDefault="005B59C6" w:rsidP="00027083">
            <w:pPr>
              <w:pStyle w:val="Cabealho2"/>
              <w:spacing w:before="60" w:after="60"/>
              <w:jc w:val="right"/>
              <w:rPr>
                <w:color w:val="FFFFFF"/>
              </w:rPr>
            </w:pPr>
            <w:r w:rsidRPr="00027083">
              <w:rPr>
                <w:caps w:val="0"/>
                <w:color w:val="FFFFFF"/>
              </w:rPr>
              <w:t>Código Interno:</w:t>
            </w:r>
          </w:p>
        </w:tc>
        <w:tc>
          <w:tcPr>
            <w:tcW w:w="535" w:type="pct"/>
            <w:tcBorders>
              <w:left w:val="nil"/>
              <w:bottom w:val="dotted" w:sz="4" w:space="0" w:color="auto"/>
            </w:tcBorders>
            <w:shd w:val="clear" w:color="auto" w:fill="FFFFFF"/>
            <w:vAlign w:val="center"/>
          </w:tcPr>
          <w:p w:rsidR="005B59C6" w:rsidRPr="00027083" w:rsidRDefault="00D11104" w:rsidP="00027083">
            <w:pPr>
              <w:pStyle w:val="Cabealho2"/>
              <w:spacing w:before="60" w:after="60"/>
              <w:jc w:val="center"/>
              <w:rPr>
                <w:color w:val="538135"/>
              </w:rPr>
            </w:pPr>
            <w:r w:rsidRPr="00D11104">
              <w:rPr>
                <w:color w:val="auto"/>
              </w:rPr>
              <w:t>{CFORM}</w:t>
            </w:r>
          </w:p>
        </w:tc>
      </w:tr>
      <w:tr w:rsidR="005B59C6" w:rsidRPr="00750697" w:rsidTr="00027083">
        <w:trPr>
          <w:trHeight w:hRule="exact" w:val="170"/>
        </w:trPr>
        <w:tc>
          <w:tcPr>
            <w:tcW w:w="5000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FFF"/>
            <w:vAlign w:val="center"/>
          </w:tcPr>
          <w:p w:rsidR="005B59C6" w:rsidRPr="00027083" w:rsidRDefault="005B59C6" w:rsidP="00027083">
            <w:pPr>
              <w:pStyle w:val="Cabealho2"/>
              <w:spacing w:before="60" w:after="60"/>
              <w:rPr>
                <w:color w:val="538135"/>
                <w:sz w:val="18"/>
                <w:szCs w:val="18"/>
              </w:rPr>
            </w:pPr>
          </w:p>
        </w:tc>
      </w:tr>
      <w:tr w:rsidR="005B59C6" w:rsidRPr="00750697" w:rsidTr="00027083">
        <w:tc>
          <w:tcPr>
            <w:tcW w:w="94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/>
            <w:vAlign w:val="center"/>
          </w:tcPr>
          <w:p w:rsidR="005B59C6" w:rsidRPr="00027083" w:rsidRDefault="005B59C6" w:rsidP="00027083">
            <w:pPr>
              <w:pStyle w:val="Cabealho2"/>
              <w:spacing w:before="60" w:after="60"/>
              <w:jc w:val="right"/>
              <w:rPr>
                <w:color w:val="FFFFFF"/>
                <w:sz w:val="18"/>
                <w:szCs w:val="18"/>
              </w:rPr>
            </w:pPr>
            <w:r w:rsidRPr="00027083">
              <w:rPr>
                <w:caps w:val="0"/>
                <w:color w:val="FFFFFF"/>
                <w:sz w:val="18"/>
                <w:szCs w:val="18"/>
              </w:rPr>
              <w:t>Formação:</w:t>
            </w:r>
          </w:p>
        </w:tc>
        <w:tc>
          <w:tcPr>
            <w:tcW w:w="2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B59C6" w:rsidRPr="006939D9" w:rsidRDefault="00801CB2" w:rsidP="00801CB2">
            <w:pPr>
              <w:pStyle w:val="Cabealho2"/>
              <w:spacing w:before="60" w:after="60"/>
              <w:rPr>
                <w:color w:val="auto"/>
                <w:sz w:val="18"/>
                <w:szCs w:val="18"/>
              </w:rPr>
            </w:pPr>
            <w:r w:rsidRPr="00036AAF">
              <w:rPr>
                <w:color w:val="auto"/>
                <w:sz w:val="18"/>
                <w:szCs w:val="18"/>
              </w:rPr>
              <w:t>{</w:t>
            </w:r>
            <w:r>
              <w:rPr>
                <w:color w:val="auto"/>
                <w:sz w:val="18"/>
                <w:szCs w:val="18"/>
              </w:rPr>
              <w:t>FORMACAO</w:t>
            </w:r>
            <w:r w:rsidRPr="00036AAF">
              <w:rPr>
                <w:color w:val="auto"/>
                <w:sz w:val="18"/>
                <w:szCs w:val="18"/>
              </w:rPr>
              <w:t>}</w:t>
            </w:r>
          </w:p>
        </w:tc>
        <w:tc>
          <w:tcPr>
            <w:tcW w:w="900" w:type="pct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7F7F7F"/>
            <w:vAlign w:val="center"/>
          </w:tcPr>
          <w:p w:rsidR="005B59C6" w:rsidRPr="00027083" w:rsidRDefault="005B59C6" w:rsidP="00027083">
            <w:pPr>
              <w:pStyle w:val="Cabealho2"/>
              <w:spacing w:before="60" w:after="60"/>
              <w:jc w:val="right"/>
              <w:rPr>
                <w:color w:val="auto"/>
                <w:sz w:val="16"/>
                <w:szCs w:val="16"/>
              </w:rPr>
            </w:pPr>
            <w:r w:rsidRPr="00027083">
              <w:rPr>
                <w:caps w:val="0"/>
                <w:color w:val="FFFFFF"/>
                <w:sz w:val="18"/>
                <w:szCs w:val="18"/>
              </w:rPr>
              <w:t>Área de Formação: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5B59C6" w:rsidRPr="00027083" w:rsidRDefault="00D11104" w:rsidP="00027083">
            <w:pPr>
              <w:pStyle w:val="Cabealho2"/>
              <w:spacing w:before="60" w:after="6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{AREA}</w:t>
            </w:r>
          </w:p>
        </w:tc>
      </w:tr>
      <w:tr w:rsidR="005B59C6" w:rsidRPr="00750697" w:rsidTr="00027083">
        <w:trPr>
          <w:trHeight w:hRule="exact" w:val="57"/>
        </w:trPr>
        <w:tc>
          <w:tcPr>
            <w:tcW w:w="5000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FFF"/>
            <w:vAlign w:val="center"/>
          </w:tcPr>
          <w:p w:rsidR="005B59C6" w:rsidRPr="00027083" w:rsidRDefault="005B59C6" w:rsidP="00027083">
            <w:pPr>
              <w:pStyle w:val="Cabealho2"/>
              <w:spacing w:before="60" w:after="60"/>
              <w:rPr>
                <w:color w:val="auto"/>
                <w:sz w:val="16"/>
                <w:szCs w:val="16"/>
              </w:rPr>
            </w:pPr>
          </w:p>
        </w:tc>
      </w:tr>
      <w:tr w:rsidR="005B59C6" w:rsidRPr="00750697" w:rsidTr="00027083">
        <w:tc>
          <w:tcPr>
            <w:tcW w:w="94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/>
            <w:vAlign w:val="center"/>
          </w:tcPr>
          <w:p w:rsidR="005B59C6" w:rsidRPr="00027083" w:rsidRDefault="005B59C6" w:rsidP="00027083">
            <w:pPr>
              <w:pStyle w:val="Cabealho2"/>
              <w:spacing w:before="60" w:after="60"/>
              <w:jc w:val="right"/>
              <w:rPr>
                <w:sz w:val="18"/>
                <w:szCs w:val="18"/>
              </w:rPr>
            </w:pPr>
            <w:r w:rsidRPr="00027083">
              <w:rPr>
                <w:caps w:val="0"/>
                <w:color w:val="FFFFFF"/>
                <w:sz w:val="18"/>
                <w:szCs w:val="18"/>
              </w:rPr>
              <w:t>Local:</w:t>
            </w:r>
          </w:p>
        </w:tc>
        <w:tc>
          <w:tcPr>
            <w:tcW w:w="2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B59C6" w:rsidRPr="00027083" w:rsidRDefault="00036AAF" w:rsidP="00801CB2">
            <w:pPr>
              <w:pStyle w:val="Cabealho2"/>
              <w:spacing w:before="60" w:after="60"/>
              <w:rPr>
                <w:color w:val="FFFFFF"/>
                <w:sz w:val="18"/>
                <w:szCs w:val="18"/>
              </w:rPr>
            </w:pPr>
            <w:r w:rsidRPr="00036AAF">
              <w:rPr>
                <w:color w:val="auto"/>
                <w:sz w:val="18"/>
                <w:szCs w:val="18"/>
              </w:rPr>
              <w:t>{</w:t>
            </w:r>
            <w:r w:rsidR="00801CB2">
              <w:rPr>
                <w:color w:val="auto"/>
                <w:sz w:val="18"/>
                <w:szCs w:val="18"/>
              </w:rPr>
              <w:t>LOCAL</w:t>
            </w:r>
            <w:r w:rsidRPr="00036AAF">
              <w:rPr>
                <w:color w:val="auto"/>
                <w:sz w:val="18"/>
                <w:szCs w:val="18"/>
              </w:rPr>
              <w:t>}</w:t>
            </w:r>
          </w:p>
        </w:tc>
        <w:tc>
          <w:tcPr>
            <w:tcW w:w="900" w:type="pct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7F7F7F"/>
            <w:vAlign w:val="center"/>
          </w:tcPr>
          <w:p w:rsidR="005B59C6" w:rsidRPr="00027083" w:rsidRDefault="005B59C6" w:rsidP="00027083">
            <w:pPr>
              <w:pStyle w:val="Cabealho2"/>
              <w:spacing w:before="60" w:after="60"/>
              <w:jc w:val="right"/>
              <w:rPr>
                <w:color w:val="auto"/>
                <w:sz w:val="16"/>
                <w:szCs w:val="16"/>
              </w:rPr>
            </w:pPr>
            <w:r w:rsidRPr="00027083">
              <w:rPr>
                <w:caps w:val="0"/>
                <w:color w:val="FFFFFF"/>
                <w:sz w:val="18"/>
                <w:szCs w:val="18"/>
              </w:rPr>
              <w:t>Edição n.º</w:t>
            </w:r>
          </w:p>
        </w:tc>
        <w:tc>
          <w:tcPr>
            <w:tcW w:w="535" w:type="pct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5B59C6" w:rsidRPr="00027083" w:rsidRDefault="00D11104" w:rsidP="00027083">
            <w:pPr>
              <w:pStyle w:val="Cabealho2"/>
              <w:spacing w:before="60" w:after="6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{EDICAO}</w:t>
            </w:r>
          </w:p>
        </w:tc>
      </w:tr>
      <w:tr w:rsidR="005B59C6" w:rsidRPr="00750697" w:rsidTr="00027083">
        <w:trPr>
          <w:trHeight w:hRule="exact" w:val="57"/>
        </w:trPr>
        <w:tc>
          <w:tcPr>
            <w:tcW w:w="5000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FFF"/>
            <w:vAlign w:val="center"/>
          </w:tcPr>
          <w:p w:rsidR="005B59C6" w:rsidRPr="00027083" w:rsidRDefault="005B59C6" w:rsidP="00027083">
            <w:pPr>
              <w:pStyle w:val="Cabealho2"/>
              <w:spacing w:before="60" w:after="60"/>
              <w:rPr>
                <w:color w:val="auto"/>
                <w:sz w:val="16"/>
                <w:szCs w:val="16"/>
              </w:rPr>
            </w:pPr>
          </w:p>
        </w:tc>
      </w:tr>
      <w:tr w:rsidR="005B59C6" w:rsidRPr="00750697" w:rsidTr="00027083">
        <w:tc>
          <w:tcPr>
            <w:tcW w:w="94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/>
            <w:vAlign w:val="center"/>
          </w:tcPr>
          <w:p w:rsidR="005B59C6" w:rsidRPr="00027083" w:rsidRDefault="005B59C6" w:rsidP="00027083">
            <w:pPr>
              <w:pStyle w:val="Cabealho2"/>
              <w:spacing w:before="60" w:after="60"/>
              <w:jc w:val="right"/>
              <w:rPr>
                <w:sz w:val="18"/>
                <w:szCs w:val="18"/>
              </w:rPr>
            </w:pPr>
            <w:r w:rsidRPr="00027083">
              <w:rPr>
                <w:caps w:val="0"/>
                <w:color w:val="FFFFFF"/>
                <w:sz w:val="18"/>
                <w:szCs w:val="18"/>
              </w:rPr>
              <w:t>Formador/a:</w:t>
            </w:r>
          </w:p>
        </w:tc>
        <w:tc>
          <w:tcPr>
            <w:tcW w:w="405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B59C6" w:rsidRPr="00027083" w:rsidRDefault="00801CB2" w:rsidP="00027083">
            <w:pPr>
              <w:pStyle w:val="Cabealho2"/>
              <w:spacing w:before="60" w:after="60"/>
              <w:rPr>
                <w:color w:val="auto"/>
                <w:sz w:val="16"/>
                <w:szCs w:val="16"/>
              </w:rPr>
            </w:pPr>
            <w:r w:rsidRPr="00801CB2">
              <w:rPr>
                <w:color w:val="auto"/>
                <w:sz w:val="18"/>
                <w:szCs w:val="16"/>
              </w:rPr>
              <w:t>{FORMADOR}</w:t>
            </w:r>
          </w:p>
        </w:tc>
      </w:tr>
      <w:tr w:rsidR="005B59C6" w:rsidRPr="00750697" w:rsidTr="00027083">
        <w:trPr>
          <w:trHeight w:hRule="exact" w:val="57"/>
        </w:trPr>
        <w:tc>
          <w:tcPr>
            <w:tcW w:w="5000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FFF"/>
            <w:vAlign w:val="center"/>
          </w:tcPr>
          <w:p w:rsidR="005B59C6" w:rsidRPr="00027083" w:rsidRDefault="005B59C6" w:rsidP="00027083">
            <w:pPr>
              <w:pStyle w:val="Cabealho2"/>
              <w:spacing w:before="60" w:after="60"/>
              <w:rPr>
                <w:color w:val="auto"/>
                <w:sz w:val="16"/>
                <w:szCs w:val="16"/>
              </w:rPr>
            </w:pPr>
          </w:p>
        </w:tc>
      </w:tr>
      <w:tr w:rsidR="005B59C6" w:rsidRPr="00750697" w:rsidTr="00027083">
        <w:tc>
          <w:tcPr>
            <w:tcW w:w="944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/>
            <w:vAlign w:val="center"/>
          </w:tcPr>
          <w:p w:rsidR="005B59C6" w:rsidRPr="00027083" w:rsidRDefault="005B59C6" w:rsidP="00027083">
            <w:pPr>
              <w:pStyle w:val="Cabealho2"/>
              <w:spacing w:before="60" w:after="60"/>
              <w:jc w:val="right"/>
              <w:rPr>
                <w:sz w:val="18"/>
                <w:szCs w:val="18"/>
              </w:rPr>
            </w:pPr>
            <w:r w:rsidRPr="00027083">
              <w:rPr>
                <w:caps w:val="0"/>
                <w:color w:val="FFFFFF"/>
                <w:sz w:val="18"/>
                <w:szCs w:val="18"/>
              </w:rPr>
              <w:t>Módulo:</w:t>
            </w:r>
          </w:p>
        </w:tc>
        <w:tc>
          <w:tcPr>
            <w:tcW w:w="2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B59C6" w:rsidRPr="007147FA" w:rsidRDefault="005B59C6" w:rsidP="00801CB2">
            <w:pPr>
              <w:pStyle w:val="Cabealho2"/>
              <w:spacing w:before="60" w:after="60"/>
              <w:rPr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437" w:type="pct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7F7F7F"/>
            <w:vAlign w:val="center"/>
          </w:tcPr>
          <w:p w:rsidR="005B59C6" w:rsidRPr="00027083" w:rsidRDefault="005B59C6" w:rsidP="00027083">
            <w:pPr>
              <w:pStyle w:val="Cabealho2"/>
              <w:spacing w:before="60" w:after="60"/>
              <w:jc w:val="right"/>
              <w:rPr>
                <w:color w:val="auto"/>
                <w:sz w:val="16"/>
                <w:szCs w:val="16"/>
              </w:rPr>
            </w:pPr>
            <w:r w:rsidRPr="00027083">
              <w:rPr>
                <w:caps w:val="0"/>
                <w:color w:val="FFFFFF"/>
                <w:sz w:val="18"/>
                <w:szCs w:val="18"/>
              </w:rPr>
              <w:t>Data:</w:t>
            </w:r>
          </w:p>
        </w:tc>
        <w:tc>
          <w:tcPr>
            <w:tcW w:w="998" w:type="pct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5B59C6" w:rsidRPr="00027083" w:rsidRDefault="005B59C6" w:rsidP="00027083">
            <w:pPr>
              <w:pStyle w:val="Cabealho2"/>
              <w:spacing w:before="60" w:after="60"/>
              <w:rPr>
                <w:color w:val="auto"/>
                <w:sz w:val="16"/>
                <w:szCs w:val="16"/>
              </w:rPr>
            </w:pPr>
          </w:p>
        </w:tc>
      </w:tr>
    </w:tbl>
    <w:p w:rsidR="005B59C6" w:rsidRPr="005B59C6" w:rsidRDefault="005B59C6" w:rsidP="005B59C6">
      <w:pPr>
        <w:ind w:right="107"/>
        <w:rPr>
          <w:rFonts w:cs="Arial"/>
          <w:color w:val="808080"/>
          <w:sz w:val="16"/>
          <w:szCs w:val="16"/>
        </w:rPr>
      </w:pPr>
    </w:p>
    <w:p w:rsidR="005B59C6" w:rsidRPr="005B59C6" w:rsidRDefault="005B59C6" w:rsidP="005B59C6">
      <w:pPr>
        <w:ind w:right="107"/>
        <w:rPr>
          <w:rFonts w:cs="Arial"/>
          <w:color w:val="808080"/>
          <w:sz w:val="16"/>
          <w:szCs w:val="16"/>
        </w:rPr>
      </w:pPr>
    </w:p>
    <w:p w:rsidR="005B59C6" w:rsidRPr="0068624A" w:rsidRDefault="005B59C6" w:rsidP="005B59C6">
      <w:pPr>
        <w:ind w:right="107"/>
        <w:jc w:val="both"/>
        <w:rPr>
          <w:sz w:val="18"/>
          <w:szCs w:val="18"/>
        </w:rPr>
      </w:pPr>
      <w:r w:rsidRPr="0068624A">
        <w:rPr>
          <w:sz w:val="18"/>
          <w:szCs w:val="18"/>
        </w:rPr>
        <w:t>O departamento de formação solicita-lhe o preenchimento do seguinte inquérito, cujo objetivo é recolher a sua opinião acerca do curso/módulo em que participou enquanto formador</w:t>
      </w:r>
      <w:r>
        <w:rPr>
          <w:sz w:val="18"/>
          <w:szCs w:val="18"/>
        </w:rPr>
        <w:t xml:space="preserve">/a. </w:t>
      </w:r>
      <w:r w:rsidRPr="0068624A">
        <w:rPr>
          <w:sz w:val="18"/>
          <w:szCs w:val="18"/>
        </w:rPr>
        <w:t>A sua opinião é fundamental para a melhoria contínua da nossa formação.</w:t>
      </w:r>
    </w:p>
    <w:p w:rsidR="005B59C6" w:rsidRPr="005B59C6" w:rsidRDefault="005B59C6" w:rsidP="00162BCA">
      <w:pPr>
        <w:ind w:right="107"/>
        <w:jc w:val="right"/>
        <w:rPr>
          <w:rFonts w:cs="Arial"/>
          <w:color w:val="808080"/>
          <w:sz w:val="16"/>
          <w:szCs w:val="16"/>
        </w:rPr>
      </w:pPr>
      <w:r>
        <w:rPr>
          <w:b/>
          <w:i/>
          <w:sz w:val="18"/>
          <w:szCs w:val="18"/>
        </w:rPr>
        <w:t>Agradecemos desde já a</w:t>
      </w:r>
      <w:r w:rsidRPr="00E45A1F">
        <w:rPr>
          <w:b/>
          <w:i/>
          <w:sz w:val="18"/>
          <w:szCs w:val="18"/>
        </w:rPr>
        <w:t xml:space="preserve"> sua colaboração!</w:t>
      </w:r>
    </w:p>
    <w:p w:rsidR="005B59C6" w:rsidRPr="005B59C6" w:rsidRDefault="005B59C6" w:rsidP="005B59C6">
      <w:pPr>
        <w:ind w:right="-710"/>
        <w:rPr>
          <w:rFonts w:cs="Arial"/>
          <w:color w:val="808080"/>
          <w:sz w:val="16"/>
          <w:szCs w:val="16"/>
        </w:rPr>
      </w:pPr>
    </w:p>
    <w:p w:rsidR="005B59C6" w:rsidRPr="0008725E" w:rsidRDefault="005B59C6" w:rsidP="005B59C6">
      <w:pPr>
        <w:pStyle w:val="Cabealho2"/>
        <w:numPr>
          <w:ilvl w:val="0"/>
          <w:numId w:val="3"/>
        </w:numPr>
        <w:spacing w:line="288" w:lineRule="auto"/>
      </w:pPr>
      <w:r w:rsidRPr="0008725E">
        <w:t>Objetivos/Resultados</w:t>
      </w:r>
    </w:p>
    <w:p w:rsidR="005B59C6" w:rsidRPr="0008725E" w:rsidRDefault="005B59C6" w:rsidP="005B59C6">
      <w:pPr>
        <w:pStyle w:val="PargrafodaLista"/>
        <w:numPr>
          <w:ilvl w:val="1"/>
          <w:numId w:val="3"/>
        </w:numPr>
        <w:spacing w:after="120" w:line="288" w:lineRule="auto"/>
        <w:jc w:val="both"/>
        <w:rPr>
          <w:rFonts w:cs="Arial"/>
          <w:sz w:val="18"/>
          <w:szCs w:val="18"/>
        </w:rPr>
      </w:pPr>
      <w:r w:rsidRPr="0008725E">
        <w:rPr>
          <w:rFonts w:cs="Arial"/>
          <w:sz w:val="18"/>
          <w:szCs w:val="18"/>
        </w:rPr>
        <w:t xml:space="preserve">Tendo em conta o programa do módulo/curso, </w:t>
      </w:r>
      <w:r w:rsidR="00F0009A">
        <w:rPr>
          <w:rFonts w:cs="Arial"/>
          <w:sz w:val="18"/>
          <w:szCs w:val="18"/>
        </w:rPr>
        <w:t xml:space="preserve">indique </w:t>
      </w:r>
      <w:r w:rsidR="00A979D0">
        <w:rPr>
          <w:rFonts w:cs="Arial"/>
          <w:sz w:val="18"/>
          <w:szCs w:val="18"/>
        </w:rPr>
        <w:t>se os objetivos foram alcançados: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71"/>
        <w:gridCol w:w="976"/>
        <w:gridCol w:w="2271"/>
        <w:gridCol w:w="976"/>
        <w:gridCol w:w="2266"/>
        <w:gridCol w:w="976"/>
      </w:tblGrid>
      <w:tr w:rsidR="00D11104" w:rsidRPr="00020689" w:rsidTr="00D11104">
        <w:trPr>
          <w:jc w:val="center"/>
        </w:trPr>
        <w:tc>
          <w:tcPr>
            <w:tcW w:w="834" w:type="pct"/>
            <w:shd w:val="clear" w:color="auto" w:fill="FFFFFF"/>
            <w:vAlign w:val="center"/>
          </w:tcPr>
          <w:p w:rsidR="00D11104" w:rsidRPr="00020689" w:rsidRDefault="00D11104" w:rsidP="00297BC4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color w:val="000000"/>
                <w:sz w:val="18"/>
                <w:szCs w:val="18"/>
              </w:rPr>
              <w:t>Sem opinião</w:t>
            </w:r>
          </w:p>
        </w:tc>
        <w:tc>
          <w:tcPr>
            <w:tcW w:w="200" w:type="pct"/>
            <w:shd w:val="clear" w:color="auto" w:fill="FFFFFF"/>
            <w:vAlign w:val="center"/>
          </w:tcPr>
          <w:p w:rsidR="00D11104" w:rsidRPr="00020689" w:rsidRDefault="00D11104" w:rsidP="00297BC4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{1_1_</w:t>
            </w:r>
            <w:r w:rsidR="00595829">
              <w:rPr>
                <w:rFonts w:cs="Arial"/>
                <w:color w:val="000000"/>
                <w:sz w:val="18"/>
                <w:szCs w:val="18"/>
              </w:rPr>
              <w:t>A_</w:t>
            </w:r>
            <w:r>
              <w:rPr>
                <w:rFonts w:cs="Arial"/>
                <w:color w:val="000000"/>
                <w:sz w:val="18"/>
                <w:szCs w:val="18"/>
              </w:rPr>
              <w:t>1}</w:t>
            </w:r>
          </w:p>
        </w:tc>
        <w:tc>
          <w:tcPr>
            <w:tcW w:w="834" w:type="pct"/>
            <w:shd w:val="clear" w:color="auto" w:fill="FFFFFF"/>
            <w:vAlign w:val="center"/>
          </w:tcPr>
          <w:p w:rsidR="00D11104" w:rsidRPr="00020689" w:rsidRDefault="00D11104" w:rsidP="00297BC4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color w:val="000000"/>
                <w:sz w:val="18"/>
                <w:szCs w:val="18"/>
              </w:rPr>
              <w:t>Não</w:t>
            </w:r>
          </w:p>
        </w:tc>
        <w:tc>
          <w:tcPr>
            <w:tcW w:w="200" w:type="pct"/>
            <w:shd w:val="clear" w:color="auto" w:fill="FFFFFF"/>
            <w:vAlign w:val="center"/>
          </w:tcPr>
          <w:p w:rsidR="00D11104" w:rsidRPr="00020689" w:rsidRDefault="00D11104" w:rsidP="00D11104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{1_1_</w:t>
            </w:r>
            <w:r w:rsidR="00595829">
              <w:rPr>
                <w:rFonts w:cs="Arial"/>
                <w:color w:val="000000"/>
                <w:sz w:val="18"/>
                <w:szCs w:val="18"/>
              </w:rPr>
              <w:t>A_</w:t>
            </w:r>
            <w:r>
              <w:rPr>
                <w:rFonts w:cs="Arial"/>
                <w:color w:val="000000"/>
                <w:sz w:val="18"/>
                <w:szCs w:val="18"/>
              </w:rPr>
              <w:t>2}</w:t>
            </w:r>
          </w:p>
        </w:tc>
        <w:tc>
          <w:tcPr>
            <w:tcW w:w="832" w:type="pct"/>
            <w:shd w:val="clear" w:color="auto" w:fill="FFFFFF"/>
            <w:vAlign w:val="center"/>
          </w:tcPr>
          <w:p w:rsidR="00D11104" w:rsidRPr="00020689" w:rsidRDefault="00D11104" w:rsidP="00297BC4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color w:val="000000"/>
                <w:sz w:val="18"/>
                <w:szCs w:val="18"/>
              </w:rPr>
              <w:t>Sim</w:t>
            </w:r>
          </w:p>
        </w:tc>
        <w:tc>
          <w:tcPr>
            <w:tcW w:w="200" w:type="pct"/>
            <w:shd w:val="clear" w:color="auto" w:fill="FFFFFF"/>
            <w:vAlign w:val="center"/>
          </w:tcPr>
          <w:p w:rsidR="00D11104" w:rsidRPr="00020689" w:rsidRDefault="00D11104" w:rsidP="00D11104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{1_1_</w:t>
            </w:r>
            <w:r w:rsidR="00595829">
              <w:rPr>
                <w:rFonts w:cs="Arial"/>
                <w:color w:val="000000"/>
                <w:sz w:val="18"/>
                <w:szCs w:val="18"/>
              </w:rPr>
              <w:t>A_</w:t>
            </w:r>
            <w:r>
              <w:rPr>
                <w:rFonts w:cs="Arial"/>
                <w:color w:val="000000"/>
                <w:sz w:val="18"/>
                <w:szCs w:val="18"/>
              </w:rPr>
              <w:t>3}</w:t>
            </w:r>
          </w:p>
        </w:tc>
      </w:tr>
    </w:tbl>
    <w:p w:rsidR="005B59C6" w:rsidRPr="00E45A1F" w:rsidRDefault="005B59C6" w:rsidP="005B59C6">
      <w:pPr>
        <w:tabs>
          <w:tab w:val="left" w:pos="1430"/>
          <w:tab w:val="left" w:pos="2127"/>
          <w:tab w:val="left" w:pos="2836"/>
          <w:tab w:val="left" w:pos="3545"/>
          <w:tab w:val="left" w:pos="4254"/>
          <w:tab w:val="right" w:pos="10092"/>
        </w:tabs>
        <w:spacing w:line="360" w:lineRule="auto"/>
        <w:ind w:left="459" w:firstLine="708"/>
        <w:jc w:val="both"/>
        <w:rPr>
          <w:rFonts w:cs="Arial"/>
          <w:sz w:val="18"/>
          <w:szCs w:val="18"/>
        </w:rPr>
      </w:pPr>
      <w:r w:rsidRPr="00E45A1F">
        <w:rPr>
          <w:rFonts w:cs="Arial"/>
          <w:sz w:val="18"/>
          <w:szCs w:val="18"/>
        </w:rPr>
        <w:tab/>
      </w:r>
    </w:p>
    <w:p w:rsidR="005B59C6" w:rsidRDefault="00E53719" w:rsidP="005B59C6">
      <w:pPr>
        <w:pStyle w:val="Cabealho2"/>
        <w:numPr>
          <w:ilvl w:val="0"/>
          <w:numId w:val="3"/>
        </w:numPr>
        <w:spacing w:line="288" w:lineRule="auto"/>
      </w:pPr>
      <w:r>
        <w:t xml:space="preserve">O </w:t>
      </w:r>
      <w:r w:rsidR="005B59C6">
        <w:t>Grupo de Aprendizagem</w:t>
      </w:r>
    </w:p>
    <w:p w:rsidR="005B59C6" w:rsidRPr="00E45A1F" w:rsidRDefault="00564811" w:rsidP="005B59C6">
      <w:pPr>
        <w:pStyle w:val="PargrafodaLista"/>
        <w:numPr>
          <w:ilvl w:val="1"/>
          <w:numId w:val="3"/>
        </w:numPr>
        <w:spacing w:after="120" w:line="288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Indique se o grupo de formandos demonstrou: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966"/>
        <w:gridCol w:w="1223"/>
        <w:gridCol w:w="1326"/>
        <w:gridCol w:w="1221"/>
      </w:tblGrid>
      <w:tr w:rsidR="00F0009A" w:rsidRPr="00E45A1F" w:rsidTr="00D11104">
        <w:trPr>
          <w:jc w:val="center"/>
        </w:trPr>
        <w:tc>
          <w:tcPr>
            <w:tcW w:w="3064" w:type="pct"/>
            <w:shd w:val="clear" w:color="auto" w:fill="BFBFBF"/>
            <w:vAlign w:val="center"/>
          </w:tcPr>
          <w:p w:rsidR="00F0009A" w:rsidRPr="00020689" w:rsidRDefault="00F0009A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b/>
                <w:color w:val="000000"/>
                <w:sz w:val="18"/>
                <w:szCs w:val="18"/>
              </w:rPr>
              <w:t>Critério</w:t>
            </w:r>
          </w:p>
        </w:tc>
        <w:tc>
          <w:tcPr>
            <w:tcW w:w="628" w:type="pct"/>
            <w:shd w:val="clear" w:color="auto" w:fill="BFBFBF"/>
            <w:vAlign w:val="center"/>
          </w:tcPr>
          <w:p w:rsidR="00F0009A" w:rsidRPr="00020689" w:rsidRDefault="00F0009A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b/>
                <w:color w:val="000000"/>
                <w:sz w:val="18"/>
                <w:szCs w:val="18"/>
              </w:rPr>
              <w:t>Sem opinião</w:t>
            </w:r>
          </w:p>
        </w:tc>
        <w:tc>
          <w:tcPr>
            <w:tcW w:w="681" w:type="pct"/>
            <w:shd w:val="clear" w:color="auto" w:fill="BFBFBF"/>
            <w:vAlign w:val="center"/>
          </w:tcPr>
          <w:p w:rsidR="00F0009A" w:rsidRPr="00020689" w:rsidRDefault="00F0009A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Não</w:t>
            </w:r>
          </w:p>
        </w:tc>
        <w:tc>
          <w:tcPr>
            <w:tcW w:w="627" w:type="pct"/>
            <w:shd w:val="clear" w:color="auto" w:fill="BFBFBF"/>
            <w:vAlign w:val="center"/>
          </w:tcPr>
          <w:p w:rsidR="00F0009A" w:rsidRPr="00020689" w:rsidRDefault="00F0009A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Sim</w:t>
            </w:r>
          </w:p>
        </w:tc>
      </w:tr>
      <w:tr w:rsidR="00F0009A" w:rsidRPr="00E45A1F" w:rsidTr="00D11104">
        <w:trPr>
          <w:jc w:val="center"/>
        </w:trPr>
        <w:tc>
          <w:tcPr>
            <w:tcW w:w="3064" w:type="pct"/>
            <w:shd w:val="clear" w:color="auto" w:fill="auto"/>
            <w:vAlign w:val="center"/>
          </w:tcPr>
          <w:p w:rsidR="00F0009A" w:rsidRPr="00027083" w:rsidRDefault="00F0009A" w:rsidP="00027083">
            <w:pPr>
              <w:spacing w:before="40" w:after="40"/>
              <w:rPr>
                <w:rFonts w:cs="Arial"/>
                <w:sz w:val="18"/>
                <w:szCs w:val="18"/>
              </w:rPr>
            </w:pPr>
            <w:proofErr w:type="gramStart"/>
            <w:r w:rsidRPr="00027083">
              <w:rPr>
                <w:rFonts w:cs="Arial"/>
                <w:sz w:val="18"/>
                <w:szCs w:val="18"/>
              </w:rPr>
              <w:t>a</w:t>
            </w:r>
            <w:proofErr w:type="gramEnd"/>
            <w:r w:rsidRPr="00027083">
              <w:rPr>
                <w:rFonts w:cs="Arial"/>
                <w:sz w:val="18"/>
                <w:szCs w:val="18"/>
              </w:rPr>
              <w:t>. Auto motivação para aprender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F0009A" w:rsidRPr="00027083" w:rsidRDefault="00D11104" w:rsidP="000270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{2_1_A_1}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F0009A" w:rsidRPr="00027083" w:rsidRDefault="00D11104" w:rsidP="00D11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{2_1_A_2}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F0009A" w:rsidRPr="00027083" w:rsidRDefault="00D11104" w:rsidP="00D11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{2_1_A_3}</w:t>
            </w:r>
          </w:p>
        </w:tc>
      </w:tr>
      <w:tr w:rsidR="00D11104" w:rsidRPr="00E45A1F" w:rsidTr="00D11104">
        <w:trPr>
          <w:jc w:val="center"/>
        </w:trPr>
        <w:tc>
          <w:tcPr>
            <w:tcW w:w="3064" w:type="pct"/>
            <w:shd w:val="clear" w:color="auto" w:fill="auto"/>
            <w:vAlign w:val="center"/>
          </w:tcPr>
          <w:p w:rsidR="00D11104" w:rsidRPr="00027083" w:rsidRDefault="00D11104" w:rsidP="00D11104">
            <w:pPr>
              <w:spacing w:before="40" w:after="40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b</w:t>
            </w:r>
            <w:proofErr w:type="gramEnd"/>
            <w:r w:rsidRPr="00027083">
              <w:rPr>
                <w:rFonts w:cs="Arial"/>
                <w:sz w:val="18"/>
                <w:szCs w:val="18"/>
              </w:rPr>
              <w:t>. Espírito crítico e participação em geral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D11104" w:rsidRPr="00027083" w:rsidRDefault="00D11104" w:rsidP="00D11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{2_1_B_1}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D11104" w:rsidRPr="00027083" w:rsidRDefault="00D11104" w:rsidP="00D11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{2_1_B_2}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D11104" w:rsidRPr="00027083" w:rsidRDefault="00D11104" w:rsidP="00D11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{2_1_B_3}</w:t>
            </w:r>
          </w:p>
        </w:tc>
      </w:tr>
      <w:tr w:rsidR="00D11104" w:rsidRPr="00E45A1F" w:rsidTr="00D11104">
        <w:trPr>
          <w:jc w:val="center"/>
        </w:trPr>
        <w:tc>
          <w:tcPr>
            <w:tcW w:w="3064" w:type="pct"/>
            <w:shd w:val="clear" w:color="auto" w:fill="auto"/>
            <w:vAlign w:val="center"/>
          </w:tcPr>
          <w:p w:rsidR="00D11104" w:rsidRPr="00027083" w:rsidRDefault="00D11104" w:rsidP="00D11104">
            <w:pPr>
              <w:spacing w:before="40" w:after="40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c</w:t>
            </w:r>
            <w:proofErr w:type="gramEnd"/>
            <w:r w:rsidRPr="00027083">
              <w:rPr>
                <w:rFonts w:cs="Arial"/>
                <w:sz w:val="18"/>
                <w:szCs w:val="18"/>
              </w:rPr>
              <w:t xml:space="preserve">. </w:t>
            </w:r>
            <w:r>
              <w:rPr>
                <w:rFonts w:cs="Arial"/>
                <w:sz w:val="18"/>
                <w:szCs w:val="18"/>
              </w:rPr>
              <w:t>Comportamento adequado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D11104" w:rsidRPr="00027083" w:rsidRDefault="00D11104" w:rsidP="00D11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{2_1_C_1}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D11104" w:rsidRPr="00027083" w:rsidRDefault="00D11104" w:rsidP="00D11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{2_1_C_2}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D11104" w:rsidRPr="00027083" w:rsidRDefault="00D11104" w:rsidP="00D111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{2_1_C_3}</w:t>
            </w:r>
          </w:p>
        </w:tc>
      </w:tr>
    </w:tbl>
    <w:p w:rsidR="00162BCA" w:rsidRDefault="00162BCA" w:rsidP="00F0009A">
      <w:pPr>
        <w:tabs>
          <w:tab w:val="left" w:pos="1430"/>
          <w:tab w:val="left" w:pos="2127"/>
          <w:tab w:val="left" w:pos="2836"/>
          <w:tab w:val="left" w:pos="3545"/>
          <w:tab w:val="left" w:pos="4254"/>
          <w:tab w:val="right" w:pos="10092"/>
        </w:tabs>
        <w:spacing w:line="360" w:lineRule="auto"/>
        <w:ind w:left="459" w:firstLine="708"/>
        <w:jc w:val="both"/>
        <w:rPr>
          <w:rFonts w:cs="Arial"/>
          <w:sz w:val="18"/>
          <w:szCs w:val="18"/>
        </w:rPr>
      </w:pPr>
    </w:p>
    <w:p w:rsidR="005B59C6" w:rsidRPr="00E45A1F" w:rsidRDefault="005B59C6" w:rsidP="005B59C6">
      <w:pPr>
        <w:pStyle w:val="PargrafodaLista"/>
        <w:numPr>
          <w:ilvl w:val="1"/>
          <w:numId w:val="3"/>
        </w:numPr>
        <w:spacing w:after="120" w:line="288" w:lineRule="auto"/>
        <w:jc w:val="both"/>
        <w:rPr>
          <w:rFonts w:cs="Arial"/>
          <w:sz w:val="18"/>
          <w:szCs w:val="18"/>
        </w:rPr>
      </w:pPr>
      <w:r w:rsidRPr="00E45A1F">
        <w:rPr>
          <w:rFonts w:cs="Arial"/>
          <w:sz w:val="18"/>
          <w:szCs w:val="18"/>
        </w:rPr>
        <w:t xml:space="preserve">De uma forma global, </w:t>
      </w:r>
      <w:r w:rsidR="0075624C">
        <w:rPr>
          <w:rFonts w:cs="Arial"/>
          <w:sz w:val="18"/>
          <w:szCs w:val="18"/>
        </w:rPr>
        <w:t>qual o seu grau de satisfação face ao</w:t>
      </w:r>
      <w:r w:rsidRPr="00E45A1F">
        <w:rPr>
          <w:rFonts w:cs="Arial"/>
          <w:sz w:val="18"/>
          <w:szCs w:val="18"/>
        </w:rPr>
        <w:t xml:space="preserve"> grupo de </w:t>
      </w:r>
      <w:r w:rsidR="0075624C">
        <w:rPr>
          <w:rFonts w:cs="Arial"/>
          <w:sz w:val="18"/>
          <w:szCs w:val="18"/>
        </w:rPr>
        <w:t>formandos</w:t>
      </w:r>
      <w:r w:rsidRPr="00E45A1F">
        <w:rPr>
          <w:rFonts w:cs="Arial"/>
          <w:sz w:val="18"/>
          <w:szCs w:val="18"/>
        </w:rPr>
        <w:t>?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30"/>
        <w:gridCol w:w="976"/>
        <w:gridCol w:w="1091"/>
        <w:gridCol w:w="976"/>
        <w:gridCol w:w="945"/>
        <w:gridCol w:w="976"/>
        <w:gridCol w:w="945"/>
        <w:gridCol w:w="976"/>
        <w:gridCol w:w="945"/>
        <w:gridCol w:w="976"/>
      </w:tblGrid>
      <w:tr w:rsidR="005443E3" w:rsidRPr="00020689" w:rsidTr="005443E3">
        <w:trPr>
          <w:jc w:val="center"/>
        </w:trPr>
        <w:tc>
          <w:tcPr>
            <w:tcW w:w="491" w:type="pct"/>
            <w:shd w:val="clear" w:color="auto" w:fill="FFFFFF"/>
            <w:vAlign w:val="center"/>
          </w:tcPr>
          <w:p w:rsidR="005443E3" w:rsidRPr="00020689" w:rsidRDefault="005443E3" w:rsidP="00027083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color w:val="000000"/>
                <w:sz w:val="18"/>
                <w:szCs w:val="18"/>
              </w:rPr>
              <w:t>Sem opinião</w:t>
            </w:r>
          </w:p>
        </w:tc>
        <w:tc>
          <w:tcPr>
            <w:tcW w:w="200" w:type="pct"/>
            <w:shd w:val="clear" w:color="auto" w:fill="FFFFFF"/>
            <w:vAlign w:val="center"/>
          </w:tcPr>
          <w:p w:rsidR="005443E3" w:rsidRPr="00020689" w:rsidRDefault="005443E3" w:rsidP="00027083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{2_2_</w:t>
            </w:r>
            <w:r w:rsidR="00595829">
              <w:rPr>
                <w:rFonts w:cs="Arial"/>
                <w:color w:val="000000"/>
                <w:sz w:val="18"/>
                <w:szCs w:val="18"/>
              </w:rPr>
              <w:t>A_</w:t>
            </w:r>
            <w:r>
              <w:rPr>
                <w:rFonts w:cs="Arial"/>
                <w:color w:val="000000"/>
                <w:sz w:val="18"/>
                <w:szCs w:val="18"/>
              </w:rPr>
              <w:t>1}</w:t>
            </w:r>
          </w:p>
        </w:tc>
        <w:tc>
          <w:tcPr>
            <w:tcW w:w="549" w:type="pct"/>
            <w:shd w:val="clear" w:color="auto" w:fill="FFFFFF"/>
            <w:vAlign w:val="center"/>
          </w:tcPr>
          <w:p w:rsidR="005443E3" w:rsidRPr="00020689" w:rsidRDefault="005443E3" w:rsidP="00027083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color w:val="000000"/>
                <w:sz w:val="18"/>
                <w:szCs w:val="18"/>
              </w:rPr>
              <w:t>Insuficiente</w:t>
            </w:r>
          </w:p>
        </w:tc>
        <w:tc>
          <w:tcPr>
            <w:tcW w:w="200" w:type="pct"/>
            <w:shd w:val="clear" w:color="auto" w:fill="FFFFFF"/>
            <w:vAlign w:val="center"/>
          </w:tcPr>
          <w:p w:rsidR="005443E3" w:rsidRPr="00020689" w:rsidRDefault="005443E3" w:rsidP="005443E3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{2_2_</w:t>
            </w:r>
            <w:r w:rsidR="00595829">
              <w:rPr>
                <w:rFonts w:cs="Arial"/>
                <w:color w:val="000000"/>
                <w:sz w:val="18"/>
                <w:szCs w:val="18"/>
              </w:rPr>
              <w:t>A_</w:t>
            </w:r>
            <w:r>
              <w:rPr>
                <w:rFonts w:cs="Arial"/>
                <w:color w:val="000000"/>
                <w:sz w:val="18"/>
                <w:szCs w:val="18"/>
              </w:rPr>
              <w:t>2}</w:t>
            </w:r>
          </w:p>
        </w:tc>
        <w:tc>
          <w:tcPr>
            <w:tcW w:w="496" w:type="pct"/>
            <w:shd w:val="clear" w:color="auto" w:fill="FFFFFF"/>
            <w:vAlign w:val="center"/>
          </w:tcPr>
          <w:p w:rsidR="005443E3" w:rsidRPr="00020689" w:rsidRDefault="005443E3" w:rsidP="00027083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color w:val="000000"/>
                <w:sz w:val="18"/>
                <w:szCs w:val="18"/>
              </w:rPr>
              <w:t>Suficiente</w:t>
            </w:r>
          </w:p>
        </w:tc>
        <w:tc>
          <w:tcPr>
            <w:tcW w:w="200" w:type="pct"/>
            <w:shd w:val="clear" w:color="auto" w:fill="FFFFFF"/>
            <w:vAlign w:val="center"/>
          </w:tcPr>
          <w:p w:rsidR="005443E3" w:rsidRPr="00020689" w:rsidRDefault="005443E3" w:rsidP="005443E3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{2_2_</w:t>
            </w:r>
            <w:r w:rsidR="00595829">
              <w:rPr>
                <w:rFonts w:cs="Arial"/>
                <w:color w:val="000000"/>
                <w:sz w:val="18"/>
                <w:szCs w:val="18"/>
              </w:rPr>
              <w:t>A_</w:t>
            </w:r>
            <w:r>
              <w:rPr>
                <w:rFonts w:cs="Arial"/>
                <w:color w:val="000000"/>
                <w:sz w:val="18"/>
                <w:szCs w:val="18"/>
              </w:rPr>
              <w:t>3}</w:t>
            </w:r>
          </w:p>
        </w:tc>
        <w:tc>
          <w:tcPr>
            <w:tcW w:w="496" w:type="pct"/>
            <w:shd w:val="clear" w:color="auto" w:fill="FFFFFF"/>
            <w:vAlign w:val="center"/>
          </w:tcPr>
          <w:p w:rsidR="005443E3" w:rsidRPr="00020689" w:rsidRDefault="005443E3" w:rsidP="00027083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color w:val="000000"/>
                <w:sz w:val="18"/>
                <w:szCs w:val="18"/>
              </w:rPr>
              <w:t>Bom</w:t>
            </w:r>
          </w:p>
        </w:tc>
        <w:tc>
          <w:tcPr>
            <w:tcW w:w="200" w:type="pct"/>
            <w:shd w:val="clear" w:color="auto" w:fill="FFFFFF"/>
            <w:vAlign w:val="center"/>
          </w:tcPr>
          <w:p w:rsidR="005443E3" w:rsidRPr="00020689" w:rsidRDefault="005443E3" w:rsidP="005443E3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{2_2_</w:t>
            </w:r>
            <w:r w:rsidR="00595829">
              <w:rPr>
                <w:rFonts w:cs="Arial"/>
                <w:color w:val="000000"/>
                <w:sz w:val="18"/>
                <w:szCs w:val="18"/>
              </w:rPr>
              <w:t>A_</w:t>
            </w:r>
            <w:r>
              <w:rPr>
                <w:rFonts w:cs="Arial"/>
                <w:color w:val="000000"/>
                <w:sz w:val="18"/>
                <w:szCs w:val="18"/>
              </w:rPr>
              <w:t>4}</w:t>
            </w:r>
          </w:p>
        </w:tc>
        <w:tc>
          <w:tcPr>
            <w:tcW w:w="496" w:type="pct"/>
            <w:shd w:val="clear" w:color="auto" w:fill="FFFFFF"/>
            <w:vAlign w:val="center"/>
          </w:tcPr>
          <w:p w:rsidR="005443E3" w:rsidRPr="00020689" w:rsidRDefault="005443E3" w:rsidP="00027083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color w:val="000000"/>
                <w:sz w:val="18"/>
                <w:szCs w:val="18"/>
              </w:rPr>
              <w:t>Muito bom</w:t>
            </w:r>
          </w:p>
        </w:tc>
        <w:tc>
          <w:tcPr>
            <w:tcW w:w="200" w:type="pct"/>
            <w:shd w:val="clear" w:color="auto" w:fill="FFFFFF"/>
            <w:vAlign w:val="center"/>
          </w:tcPr>
          <w:p w:rsidR="005443E3" w:rsidRPr="00020689" w:rsidRDefault="005443E3" w:rsidP="005443E3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{2_2_</w:t>
            </w:r>
            <w:r w:rsidR="00595829">
              <w:rPr>
                <w:rFonts w:cs="Arial"/>
                <w:color w:val="000000"/>
                <w:sz w:val="18"/>
                <w:szCs w:val="18"/>
              </w:rPr>
              <w:t>A_</w:t>
            </w:r>
            <w:r>
              <w:rPr>
                <w:rFonts w:cs="Arial"/>
                <w:color w:val="000000"/>
                <w:sz w:val="18"/>
                <w:szCs w:val="18"/>
              </w:rPr>
              <w:t>5}</w:t>
            </w:r>
          </w:p>
        </w:tc>
      </w:tr>
    </w:tbl>
    <w:p w:rsidR="005B59C6" w:rsidRPr="00E45A1F" w:rsidRDefault="005B59C6" w:rsidP="005B59C6">
      <w:pPr>
        <w:spacing w:after="120"/>
        <w:jc w:val="both"/>
        <w:rPr>
          <w:rFonts w:cs="Arial"/>
          <w:sz w:val="18"/>
          <w:szCs w:val="18"/>
        </w:rPr>
      </w:pPr>
    </w:p>
    <w:p w:rsidR="005B59C6" w:rsidRDefault="005B59C6" w:rsidP="005B59C6">
      <w:pPr>
        <w:pStyle w:val="Cabealho2"/>
        <w:numPr>
          <w:ilvl w:val="0"/>
          <w:numId w:val="3"/>
        </w:numPr>
        <w:spacing w:line="288" w:lineRule="auto"/>
      </w:pPr>
      <w:r>
        <w:t>Auto Avaliação</w:t>
      </w:r>
    </w:p>
    <w:p w:rsidR="005B59C6" w:rsidRPr="00E45A1F" w:rsidRDefault="005B59C6" w:rsidP="005B59C6">
      <w:pPr>
        <w:pStyle w:val="PargrafodaLista"/>
        <w:numPr>
          <w:ilvl w:val="1"/>
          <w:numId w:val="3"/>
        </w:numPr>
        <w:spacing w:after="120" w:line="288" w:lineRule="auto"/>
        <w:jc w:val="both"/>
        <w:rPr>
          <w:rFonts w:cs="Arial"/>
          <w:sz w:val="18"/>
          <w:szCs w:val="18"/>
        </w:rPr>
      </w:pPr>
      <w:r w:rsidRPr="00E45A1F">
        <w:rPr>
          <w:rFonts w:cs="Arial"/>
          <w:sz w:val="18"/>
          <w:szCs w:val="18"/>
        </w:rPr>
        <w:t>Autoavalie o seu trabalho enquanto formador nas seguintes dimensões: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702"/>
        <w:gridCol w:w="986"/>
        <w:gridCol w:w="1090"/>
        <w:gridCol w:w="986"/>
        <w:gridCol w:w="986"/>
        <w:gridCol w:w="986"/>
      </w:tblGrid>
      <w:tr w:rsidR="005B59C6" w:rsidRPr="00E45A1F" w:rsidTr="005443E3">
        <w:trPr>
          <w:jc w:val="center"/>
        </w:trPr>
        <w:tc>
          <w:tcPr>
            <w:tcW w:w="2435" w:type="pct"/>
            <w:shd w:val="clear" w:color="auto" w:fill="BFBFBF"/>
            <w:vAlign w:val="center"/>
          </w:tcPr>
          <w:p w:rsidR="005B59C6" w:rsidRPr="00020689" w:rsidRDefault="005B59C6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b/>
                <w:color w:val="000000"/>
                <w:sz w:val="18"/>
                <w:szCs w:val="18"/>
              </w:rPr>
              <w:t>Critério</w:t>
            </w:r>
          </w:p>
        </w:tc>
        <w:tc>
          <w:tcPr>
            <w:tcW w:w="501" w:type="pct"/>
            <w:shd w:val="clear" w:color="auto" w:fill="BFBFBF"/>
            <w:vAlign w:val="center"/>
          </w:tcPr>
          <w:p w:rsidR="005B59C6" w:rsidRPr="00020689" w:rsidRDefault="005B59C6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b/>
                <w:color w:val="000000"/>
                <w:sz w:val="18"/>
                <w:szCs w:val="18"/>
              </w:rPr>
              <w:t>Sem opinião</w:t>
            </w:r>
          </w:p>
        </w:tc>
        <w:tc>
          <w:tcPr>
            <w:tcW w:w="560" w:type="pct"/>
            <w:shd w:val="clear" w:color="auto" w:fill="BFBFBF"/>
            <w:vAlign w:val="center"/>
          </w:tcPr>
          <w:p w:rsidR="005B59C6" w:rsidRPr="00020689" w:rsidRDefault="005B59C6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b/>
                <w:color w:val="000000"/>
                <w:sz w:val="18"/>
                <w:szCs w:val="18"/>
              </w:rPr>
              <w:t>Insuficiente</w:t>
            </w:r>
          </w:p>
        </w:tc>
        <w:tc>
          <w:tcPr>
            <w:tcW w:w="501" w:type="pct"/>
            <w:shd w:val="clear" w:color="auto" w:fill="BFBFBF"/>
            <w:vAlign w:val="center"/>
          </w:tcPr>
          <w:p w:rsidR="005B59C6" w:rsidRPr="00020689" w:rsidRDefault="005B59C6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b/>
                <w:color w:val="000000"/>
                <w:sz w:val="18"/>
                <w:szCs w:val="18"/>
              </w:rPr>
              <w:t>Suficiente</w:t>
            </w:r>
          </w:p>
        </w:tc>
        <w:tc>
          <w:tcPr>
            <w:tcW w:w="501" w:type="pct"/>
            <w:shd w:val="clear" w:color="auto" w:fill="BFBFBF"/>
            <w:vAlign w:val="center"/>
          </w:tcPr>
          <w:p w:rsidR="005B59C6" w:rsidRPr="00020689" w:rsidRDefault="005B59C6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b/>
                <w:color w:val="000000"/>
                <w:sz w:val="18"/>
                <w:szCs w:val="18"/>
              </w:rPr>
              <w:t>Bom</w:t>
            </w:r>
          </w:p>
        </w:tc>
        <w:tc>
          <w:tcPr>
            <w:tcW w:w="501" w:type="pct"/>
            <w:shd w:val="clear" w:color="auto" w:fill="BFBFBF"/>
            <w:vAlign w:val="center"/>
          </w:tcPr>
          <w:p w:rsidR="005B59C6" w:rsidRPr="00020689" w:rsidRDefault="005B59C6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b/>
                <w:color w:val="000000"/>
                <w:sz w:val="18"/>
                <w:szCs w:val="18"/>
              </w:rPr>
              <w:t>Muito Bom</w:t>
            </w:r>
          </w:p>
        </w:tc>
      </w:tr>
      <w:tr w:rsidR="005443E3" w:rsidRPr="00E45A1F" w:rsidTr="005443E3">
        <w:trPr>
          <w:jc w:val="center"/>
        </w:trPr>
        <w:tc>
          <w:tcPr>
            <w:tcW w:w="2435" w:type="pct"/>
            <w:shd w:val="clear" w:color="auto" w:fill="auto"/>
            <w:vAlign w:val="center"/>
          </w:tcPr>
          <w:p w:rsidR="005443E3" w:rsidRPr="00027083" w:rsidRDefault="005443E3" w:rsidP="005443E3">
            <w:pPr>
              <w:spacing w:before="40" w:after="40"/>
              <w:rPr>
                <w:rFonts w:cs="Arial"/>
                <w:sz w:val="18"/>
                <w:szCs w:val="18"/>
              </w:rPr>
            </w:pPr>
            <w:proofErr w:type="gramStart"/>
            <w:r w:rsidRPr="00027083">
              <w:rPr>
                <w:rFonts w:cs="Arial"/>
                <w:sz w:val="18"/>
                <w:szCs w:val="18"/>
              </w:rPr>
              <w:t>a</w:t>
            </w:r>
            <w:proofErr w:type="gramEnd"/>
            <w:r w:rsidRPr="00027083">
              <w:rPr>
                <w:rFonts w:cs="Arial"/>
                <w:sz w:val="18"/>
                <w:szCs w:val="18"/>
              </w:rPr>
              <w:t>. Domínio dos assuntos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{3_1_A_1}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{3_1_A_2}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{3_1_A_3}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{3_1_A_4}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{3_1_A_5}</w:t>
            </w:r>
          </w:p>
        </w:tc>
      </w:tr>
      <w:tr w:rsidR="005443E3" w:rsidRPr="00E45A1F" w:rsidTr="005443E3">
        <w:trPr>
          <w:jc w:val="center"/>
        </w:trPr>
        <w:tc>
          <w:tcPr>
            <w:tcW w:w="2435" w:type="pct"/>
            <w:shd w:val="clear" w:color="auto" w:fill="auto"/>
            <w:vAlign w:val="center"/>
          </w:tcPr>
          <w:p w:rsidR="005443E3" w:rsidRPr="00027083" w:rsidRDefault="005443E3" w:rsidP="005443E3">
            <w:pPr>
              <w:spacing w:before="40" w:after="40"/>
              <w:rPr>
                <w:rFonts w:cs="Arial"/>
                <w:sz w:val="18"/>
                <w:szCs w:val="18"/>
              </w:rPr>
            </w:pPr>
            <w:proofErr w:type="gramStart"/>
            <w:r w:rsidRPr="00027083">
              <w:rPr>
                <w:rFonts w:cs="Arial"/>
                <w:sz w:val="18"/>
                <w:szCs w:val="18"/>
              </w:rPr>
              <w:t>b</w:t>
            </w:r>
            <w:proofErr w:type="gramEnd"/>
            <w:r w:rsidRPr="00027083">
              <w:rPr>
                <w:rFonts w:cs="Arial"/>
                <w:sz w:val="18"/>
                <w:szCs w:val="18"/>
              </w:rPr>
              <w:t>. Capacidade de comunicação/exposição das matérias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{3_1_B_1}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{3_1_B_2}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{3_1_B_3}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{3_1_B_4}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{3_1_B_5}</w:t>
            </w:r>
          </w:p>
        </w:tc>
      </w:tr>
      <w:tr w:rsidR="005443E3" w:rsidRPr="00E45A1F" w:rsidTr="005443E3">
        <w:trPr>
          <w:jc w:val="center"/>
        </w:trPr>
        <w:tc>
          <w:tcPr>
            <w:tcW w:w="2435" w:type="pct"/>
            <w:shd w:val="clear" w:color="auto" w:fill="auto"/>
            <w:vAlign w:val="center"/>
          </w:tcPr>
          <w:p w:rsidR="005443E3" w:rsidRPr="00027083" w:rsidRDefault="005443E3" w:rsidP="005443E3">
            <w:pPr>
              <w:spacing w:before="40" w:after="40"/>
              <w:rPr>
                <w:rFonts w:cs="Arial"/>
                <w:sz w:val="18"/>
                <w:szCs w:val="18"/>
              </w:rPr>
            </w:pPr>
            <w:proofErr w:type="gramStart"/>
            <w:r w:rsidRPr="00027083">
              <w:rPr>
                <w:rFonts w:cs="Arial"/>
                <w:sz w:val="18"/>
                <w:szCs w:val="18"/>
              </w:rPr>
              <w:t>c</w:t>
            </w:r>
            <w:proofErr w:type="gramEnd"/>
            <w:r w:rsidRPr="00027083">
              <w:rPr>
                <w:rFonts w:cs="Arial"/>
                <w:sz w:val="18"/>
                <w:szCs w:val="18"/>
              </w:rPr>
              <w:t>. Capacidade de estimular a aprendizagem dos formandos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{3_1_C_1}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{3_1_C_2}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{3_1_C_3}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{3_1_C_4}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{3_1_C_5}</w:t>
            </w:r>
          </w:p>
        </w:tc>
      </w:tr>
      <w:tr w:rsidR="005443E3" w:rsidRPr="00E45A1F" w:rsidTr="005443E3">
        <w:trPr>
          <w:jc w:val="center"/>
        </w:trPr>
        <w:tc>
          <w:tcPr>
            <w:tcW w:w="2435" w:type="pct"/>
            <w:shd w:val="clear" w:color="auto" w:fill="auto"/>
            <w:vAlign w:val="center"/>
          </w:tcPr>
          <w:p w:rsidR="005443E3" w:rsidRPr="00027083" w:rsidRDefault="005443E3" w:rsidP="005443E3">
            <w:pPr>
              <w:spacing w:before="40" w:after="40"/>
              <w:rPr>
                <w:rFonts w:cs="Arial"/>
                <w:sz w:val="18"/>
                <w:szCs w:val="18"/>
              </w:rPr>
            </w:pPr>
            <w:proofErr w:type="gramStart"/>
            <w:r w:rsidRPr="00027083">
              <w:rPr>
                <w:rFonts w:cs="Arial"/>
                <w:sz w:val="18"/>
                <w:szCs w:val="18"/>
              </w:rPr>
              <w:t>d</w:t>
            </w:r>
            <w:proofErr w:type="gramEnd"/>
            <w:r w:rsidRPr="00027083">
              <w:rPr>
                <w:rFonts w:cs="Arial"/>
                <w:sz w:val="18"/>
                <w:szCs w:val="18"/>
              </w:rPr>
              <w:t>. Capacidade de organizar a aula de forma a tornar-se o mais prática possível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{3_1_D_1}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{3_1_D_2}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{3_1_D_3}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{3_1_D_4}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{3_1_D_5}</w:t>
            </w:r>
          </w:p>
        </w:tc>
      </w:tr>
      <w:tr w:rsidR="005443E3" w:rsidRPr="00E45A1F" w:rsidTr="005443E3">
        <w:trPr>
          <w:jc w:val="center"/>
        </w:trPr>
        <w:tc>
          <w:tcPr>
            <w:tcW w:w="2435" w:type="pct"/>
            <w:shd w:val="clear" w:color="auto" w:fill="auto"/>
            <w:vAlign w:val="center"/>
          </w:tcPr>
          <w:p w:rsidR="005443E3" w:rsidRPr="00027083" w:rsidRDefault="005443E3" w:rsidP="005443E3">
            <w:pPr>
              <w:spacing w:before="40" w:after="40"/>
              <w:rPr>
                <w:rFonts w:cs="Arial"/>
                <w:sz w:val="18"/>
                <w:szCs w:val="18"/>
              </w:rPr>
            </w:pPr>
            <w:proofErr w:type="gramStart"/>
            <w:r w:rsidRPr="00027083">
              <w:rPr>
                <w:rFonts w:cs="Arial"/>
                <w:sz w:val="18"/>
                <w:szCs w:val="18"/>
              </w:rPr>
              <w:t>e</w:t>
            </w:r>
            <w:proofErr w:type="gramEnd"/>
            <w:r w:rsidRPr="00027083">
              <w:rPr>
                <w:rFonts w:cs="Arial"/>
                <w:sz w:val="18"/>
                <w:szCs w:val="18"/>
              </w:rPr>
              <w:t>. Disponibilidade para esclarecer dúvidas dentro e fora das aulas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{3_1_E_1}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{3_1_E_2}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{3_1_E_3}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{3_1_E_4}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{3_1_E_5}</w:t>
            </w:r>
          </w:p>
        </w:tc>
      </w:tr>
      <w:tr w:rsidR="005443E3" w:rsidRPr="00E45A1F" w:rsidTr="005443E3">
        <w:trPr>
          <w:jc w:val="center"/>
        </w:trPr>
        <w:tc>
          <w:tcPr>
            <w:tcW w:w="2435" w:type="pct"/>
            <w:shd w:val="clear" w:color="auto" w:fill="auto"/>
            <w:vAlign w:val="center"/>
          </w:tcPr>
          <w:p w:rsidR="005443E3" w:rsidRPr="00027083" w:rsidRDefault="005443E3" w:rsidP="005443E3">
            <w:pPr>
              <w:spacing w:before="40" w:after="40"/>
              <w:rPr>
                <w:rFonts w:cs="Arial"/>
                <w:sz w:val="18"/>
                <w:szCs w:val="18"/>
              </w:rPr>
            </w:pPr>
            <w:proofErr w:type="gramStart"/>
            <w:r w:rsidRPr="00027083">
              <w:rPr>
                <w:rFonts w:cs="Arial"/>
                <w:sz w:val="18"/>
                <w:szCs w:val="18"/>
              </w:rPr>
              <w:t>f</w:t>
            </w:r>
            <w:proofErr w:type="gramEnd"/>
            <w:r w:rsidRPr="00027083">
              <w:rPr>
                <w:rFonts w:cs="Arial"/>
                <w:sz w:val="18"/>
                <w:szCs w:val="18"/>
              </w:rPr>
              <w:t>. Relacionamento com os formandos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{3_1_F_1}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{3_1_F_2}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{3_1_F_3}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{3_1_F_4}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{3_1_F_5}</w:t>
            </w:r>
          </w:p>
        </w:tc>
      </w:tr>
      <w:tr w:rsidR="005443E3" w:rsidRPr="00E45A1F" w:rsidTr="005443E3">
        <w:trPr>
          <w:jc w:val="center"/>
        </w:trPr>
        <w:tc>
          <w:tcPr>
            <w:tcW w:w="2435" w:type="pct"/>
            <w:shd w:val="clear" w:color="auto" w:fill="auto"/>
            <w:vAlign w:val="center"/>
          </w:tcPr>
          <w:p w:rsidR="005443E3" w:rsidRPr="00027083" w:rsidRDefault="005443E3" w:rsidP="005443E3">
            <w:pPr>
              <w:spacing w:before="40" w:after="40"/>
              <w:rPr>
                <w:rFonts w:cs="Arial"/>
                <w:sz w:val="18"/>
                <w:szCs w:val="18"/>
              </w:rPr>
            </w:pPr>
            <w:proofErr w:type="gramStart"/>
            <w:r w:rsidRPr="00027083">
              <w:rPr>
                <w:rFonts w:cs="Arial"/>
                <w:sz w:val="18"/>
                <w:szCs w:val="18"/>
              </w:rPr>
              <w:lastRenderedPageBreak/>
              <w:t>g</w:t>
            </w:r>
            <w:proofErr w:type="gramEnd"/>
            <w:r w:rsidRPr="00027083">
              <w:rPr>
                <w:rFonts w:cs="Arial"/>
                <w:sz w:val="18"/>
                <w:szCs w:val="18"/>
              </w:rPr>
              <w:t>. Adequação e qualidade dos recursos pedagógicos disponibilizados (bibliografia, textos de apoio, slides, etc.)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{3_1_G_1}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{3_1_G_2}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{3_1_G_3}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{3_1_G_4}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443E3" w:rsidP="005443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{3_1_G_5}</w:t>
            </w:r>
          </w:p>
        </w:tc>
      </w:tr>
    </w:tbl>
    <w:p w:rsidR="005B59C6" w:rsidRDefault="005B59C6" w:rsidP="005B59C6">
      <w:pPr>
        <w:spacing w:after="120"/>
        <w:jc w:val="both"/>
        <w:rPr>
          <w:rFonts w:cs="Arial"/>
          <w:sz w:val="18"/>
          <w:szCs w:val="18"/>
        </w:rPr>
      </w:pPr>
    </w:p>
    <w:p w:rsidR="005B59C6" w:rsidRPr="00B40CE0" w:rsidRDefault="005B59C6" w:rsidP="005B59C6">
      <w:pPr>
        <w:pStyle w:val="Cabealho2"/>
        <w:numPr>
          <w:ilvl w:val="0"/>
          <w:numId w:val="3"/>
        </w:numPr>
        <w:spacing w:line="288" w:lineRule="auto"/>
      </w:pPr>
      <w:r w:rsidRPr="00B40CE0">
        <w:t>Gestão</w:t>
      </w:r>
      <w:r w:rsidR="007F3039">
        <w:t xml:space="preserve"> DA formação</w:t>
      </w:r>
    </w:p>
    <w:p w:rsidR="005B59C6" w:rsidRPr="00B40CE0" w:rsidRDefault="005B59C6" w:rsidP="005B59C6">
      <w:pPr>
        <w:pStyle w:val="PargrafodaLista"/>
        <w:numPr>
          <w:ilvl w:val="1"/>
          <w:numId w:val="3"/>
        </w:numPr>
        <w:spacing w:after="120" w:line="288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Avalie a prestação dos agentes envolvidos na gestão da formação, face aos seguintes parâmetros: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714"/>
        <w:gridCol w:w="983"/>
        <w:gridCol w:w="1090"/>
        <w:gridCol w:w="983"/>
        <w:gridCol w:w="983"/>
        <w:gridCol w:w="983"/>
      </w:tblGrid>
      <w:tr w:rsidR="005B59C6" w:rsidRPr="00B40CE0" w:rsidTr="005443E3">
        <w:trPr>
          <w:jc w:val="center"/>
        </w:trPr>
        <w:tc>
          <w:tcPr>
            <w:tcW w:w="2435" w:type="pct"/>
            <w:shd w:val="clear" w:color="auto" w:fill="BFBFBF"/>
            <w:vAlign w:val="center"/>
          </w:tcPr>
          <w:p w:rsidR="005B59C6" w:rsidRPr="00020689" w:rsidRDefault="005B59C6" w:rsidP="005443E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b/>
                <w:color w:val="000000"/>
                <w:sz w:val="18"/>
                <w:szCs w:val="18"/>
              </w:rPr>
              <w:t xml:space="preserve">Técnico/a de Formação // </w:t>
            </w:r>
            <w:r w:rsidR="005443E3">
              <w:rPr>
                <w:rFonts w:cs="Arial"/>
                <w:b/>
                <w:color w:val="000000"/>
                <w:sz w:val="18"/>
                <w:szCs w:val="18"/>
              </w:rPr>
              <w:t>{TECNICO}</w:t>
            </w:r>
          </w:p>
        </w:tc>
        <w:tc>
          <w:tcPr>
            <w:tcW w:w="501" w:type="pct"/>
            <w:shd w:val="clear" w:color="auto" w:fill="BFBFBF"/>
            <w:vAlign w:val="center"/>
          </w:tcPr>
          <w:p w:rsidR="005B59C6" w:rsidRPr="00020689" w:rsidRDefault="005B59C6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b/>
                <w:color w:val="000000"/>
                <w:sz w:val="18"/>
                <w:szCs w:val="18"/>
              </w:rPr>
              <w:t>Sem opinião</w:t>
            </w:r>
          </w:p>
        </w:tc>
        <w:tc>
          <w:tcPr>
            <w:tcW w:w="560" w:type="pct"/>
            <w:shd w:val="clear" w:color="auto" w:fill="BFBFBF"/>
            <w:vAlign w:val="center"/>
          </w:tcPr>
          <w:p w:rsidR="005B59C6" w:rsidRPr="00020689" w:rsidRDefault="005B59C6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b/>
                <w:color w:val="000000"/>
                <w:sz w:val="18"/>
                <w:szCs w:val="18"/>
              </w:rPr>
              <w:t>Insuficiente</w:t>
            </w:r>
          </w:p>
        </w:tc>
        <w:tc>
          <w:tcPr>
            <w:tcW w:w="501" w:type="pct"/>
            <w:shd w:val="clear" w:color="auto" w:fill="BFBFBF"/>
            <w:vAlign w:val="center"/>
          </w:tcPr>
          <w:p w:rsidR="005B59C6" w:rsidRPr="00020689" w:rsidRDefault="005B59C6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b/>
                <w:color w:val="000000"/>
                <w:sz w:val="18"/>
                <w:szCs w:val="18"/>
              </w:rPr>
              <w:t>Suficiente</w:t>
            </w:r>
          </w:p>
        </w:tc>
        <w:tc>
          <w:tcPr>
            <w:tcW w:w="501" w:type="pct"/>
            <w:shd w:val="clear" w:color="auto" w:fill="BFBFBF"/>
            <w:vAlign w:val="center"/>
          </w:tcPr>
          <w:p w:rsidR="005B59C6" w:rsidRPr="00020689" w:rsidRDefault="005B59C6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b/>
                <w:color w:val="000000"/>
                <w:sz w:val="18"/>
                <w:szCs w:val="18"/>
              </w:rPr>
              <w:t>Bom</w:t>
            </w:r>
          </w:p>
        </w:tc>
        <w:tc>
          <w:tcPr>
            <w:tcW w:w="501" w:type="pct"/>
            <w:shd w:val="clear" w:color="auto" w:fill="BFBFBF"/>
            <w:vAlign w:val="center"/>
          </w:tcPr>
          <w:p w:rsidR="005B59C6" w:rsidRPr="00020689" w:rsidRDefault="005B59C6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b/>
                <w:color w:val="000000"/>
                <w:sz w:val="18"/>
                <w:szCs w:val="18"/>
              </w:rPr>
              <w:t>Muito Bom</w:t>
            </w:r>
          </w:p>
        </w:tc>
      </w:tr>
      <w:tr w:rsidR="005B59C6" w:rsidRPr="00B40CE0" w:rsidTr="005443E3">
        <w:trPr>
          <w:jc w:val="center"/>
        </w:trPr>
        <w:tc>
          <w:tcPr>
            <w:tcW w:w="2435" w:type="pct"/>
            <w:shd w:val="clear" w:color="auto" w:fill="auto"/>
            <w:vAlign w:val="center"/>
          </w:tcPr>
          <w:p w:rsidR="005B59C6" w:rsidRPr="00027083" w:rsidRDefault="005B59C6" w:rsidP="00027083">
            <w:pPr>
              <w:spacing w:before="40" w:after="40"/>
              <w:rPr>
                <w:rFonts w:cs="Arial"/>
                <w:sz w:val="18"/>
                <w:szCs w:val="18"/>
              </w:rPr>
            </w:pPr>
            <w:proofErr w:type="gramStart"/>
            <w:r w:rsidRPr="00027083">
              <w:rPr>
                <w:rFonts w:cs="Arial"/>
                <w:sz w:val="18"/>
                <w:szCs w:val="18"/>
              </w:rPr>
              <w:t>a</w:t>
            </w:r>
            <w:proofErr w:type="gramEnd"/>
            <w:r w:rsidRPr="00027083">
              <w:rPr>
                <w:rFonts w:cs="Arial"/>
                <w:sz w:val="18"/>
                <w:szCs w:val="18"/>
              </w:rPr>
              <w:t>. Relacionamento interpessoal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B59C6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{4_1_</w:t>
            </w:r>
            <w:r w:rsidR="005443E3">
              <w:rPr>
                <w:sz w:val="18"/>
                <w:szCs w:val="18"/>
              </w:rPr>
              <w:t>A_1}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5B59C6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{4_1_</w:t>
            </w:r>
            <w:r w:rsidR="005443E3">
              <w:rPr>
                <w:sz w:val="18"/>
                <w:szCs w:val="18"/>
              </w:rPr>
              <w:t>A_2}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B59C6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{4_1_</w:t>
            </w:r>
            <w:r w:rsidR="005443E3">
              <w:rPr>
                <w:sz w:val="18"/>
                <w:szCs w:val="18"/>
              </w:rPr>
              <w:t>A_3}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B59C6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{4_1_</w:t>
            </w:r>
            <w:r w:rsidR="005443E3">
              <w:rPr>
                <w:sz w:val="18"/>
                <w:szCs w:val="18"/>
              </w:rPr>
              <w:t>A_4}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B59C6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{4_1_</w:t>
            </w:r>
            <w:r w:rsidR="005443E3">
              <w:rPr>
                <w:sz w:val="18"/>
                <w:szCs w:val="18"/>
              </w:rPr>
              <w:t>A_5}</w:t>
            </w:r>
          </w:p>
        </w:tc>
      </w:tr>
      <w:tr w:rsidR="005443E3" w:rsidRPr="00B40CE0" w:rsidTr="005443E3">
        <w:trPr>
          <w:jc w:val="center"/>
        </w:trPr>
        <w:tc>
          <w:tcPr>
            <w:tcW w:w="2435" w:type="pct"/>
            <w:shd w:val="clear" w:color="auto" w:fill="auto"/>
            <w:vAlign w:val="center"/>
          </w:tcPr>
          <w:p w:rsidR="005443E3" w:rsidRPr="00027083" w:rsidRDefault="005443E3" w:rsidP="005443E3">
            <w:pPr>
              <w:spacing w:before="40" w:after="40"/>
              <w:rPr>
                <w:rFonts w:cs="Arial"/>
                <w:sz w:val="18"/>
                <w:szCs w:val="18"/>
              </w:rPr>
            </w:pPr>
            <w:proofErr w:type="gramStart"/>
            <w:r w:rsidRPr="00027083">
              <w:rPr>
                <w:rFonts w:cs="Arial"/>
                <w:sz w:val="18"/>
                <w:szCs w:val="18"/>
              </w:rPr>
              <w:t>b</w:t>
            </w:r>
            <w:proofErr w:type="gramEnd"/>
            <w:r w:rsidRPr="00027083">
              <w:rPr>
                <w:rFonts w:cs="Arial"/>
                <w:sz w:val="18"/>
                <w:szCs w:val="18"/>
              </w:rPr>
              <w:t>. Disponibilidade/facilidade de contacto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{4_1_</w:t>
            </w:r>
            <w:r w:rsidR="005443E3">
              <w:rPr>
                <w:sz w:val="18"/>
                <w:szCs w:val="18"/>
              </w:rPr>
              <w:t>B_1}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5443E3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{4_1_</w:t>
            </w:r>
            <w:r w:rsidR="005443E3">
              <w:rPr>
                <w:sz w:val="18"/>
                <w:szCs w:val="18"/>
              </w:rPr>
              <w:t>B_2}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{4_1_</w:t>
            </w:r>
            <w:r w:rsidR="005443E3">
              <w:rPr>
                <w:sz w:val="18"/>
                <w:szCs w:val="18"/>
              </w:rPr>
              <w:t>B_3}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{4_1_</w:t>
            </w:r>
            <w:r w:rsidR="005443E3">
              <w:rPr>
                <w:sz w:val="18"/>
                <w:szCs w:val="18"/>
              </w:rPr>
              <w:t>B_4}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{4_1_</w:t>
            </w:r>
            <w:r w:rsidR="005443E3">
              <w:rPr>
                <w:sz w:val="18"/>
                <w:szCs w:val="18"/>
              </w:rPr>
              <w:t>B_5}</w:t>
            </w:r>
          </w:p>
        </w:tc>
      </w:tr>
      <w:tr w:rsidR="005443E3" w:rsidRPr="00B40CE0" w:rsidTr="005443E3">
        <w:trPr>
          <w:jc w:val="center"/>
        </w:trPr>
        <w:tc>
          <w:tcPr>
            <w:tcW w:w="2435" w:type="pct"/>
            <w:shd w:val="clear" w:color="auto" w:fill="auto"/>
            <w:vAlign w:val="center"/>
          </w:tcPr>
          <w:p w:rsidR="005443E3" w:rsidRPr="00027083" w:rsidRDefault="005443E3" w:rsidP="005443E3">
            <w:pPr>
              <w:spacing w:before="40" w:after="40"/>
              <w:rPr>
                <w:rFonts w:cs="Arial"/>
                <w:sz w:val="18"/>
                <w:szCs w:val="18"/>
              </w:rPr>
            </w:pPr>
            <w:proofErr w:type="gramStart"/>
            <w:r w:rsidRPr="00027083">
              <w:rPr>
                <w:rFonts w:cs="Arial"/>
                <w:sz w:val="18"/>
                <w:szCs w:val="18"/>
              </w:rPr>
              <w:t>c</w:t>
            </w:r>
            <w:proofErr w:type="gramEnd"/>
            <w:r w:rsidRPr="00027083">
              <w:rPr>
                <w:rFonts w:cs="Arial"/>
                <w:sz w:val="18"/>
                <w:szCs w:val="18"/>
              </w:rPr>
              <w:t>. Esclarecimento de dúvidas e resolução de problemas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{4_1_</w:t>
            </w:r>
            <w:r w:rsidR="005443E3">
              <w:rPr>
                <w:sz w:val="18"/>
                <w:szCs w:val="18"/>
              </w:rPr>
              <w:t>C_1}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5443E3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{4_1_</w:t>
            </w:r>
            <w:r w:rsidR="005443E3">
              <w:rPr>
                <w:sz w:val="18"/>
                <w:szCs w:val="18"/>
              </w:rPr>
              <w:t>C_2}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{4_1_</w:t>
            </w:r>
            <w:r w:rsidR="005443E3">
              <w:rPr>
                <w:sz w:val="18"/>
                <w:szCs w:val="18"/>
              </w:rPr>
              <w:t>C_3}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{4_1_</w:t>
            </w:r>
            <w:r w:rsidR="005443E3">
              <w:rPr>
                <w:sz w:val="18"/>
                <w:szCs w:val="18"/>
              </w:rPr>
              <w:t>C_4}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{4_1_</w:t>
            </w:r>
            <w:r w:rsidR="005443E3">
              <w:rPr>
                <w:sz w:val="18"/>
                <w:szCs w:val="18"/>
              </w:rPr>
              <w:t>C_5}</w:t>
            </w:r>
          </w:p>
        </w:tc>
      </w:tr>
      <w:tr w:rsidR="005443E3" w:rsidRPr="00B40CE0" w:rsidTr="005443E3">
        <w:trPr>
          <w:jc w:val="center"/>
        </w:trPr>
        <w:tc>
          <w:tcPr>
            <w:tcW w:w="2435" w:type="pct"/>
            <w:shd w:val="clear" w:color="auto" w:fill="auto"/>
            <w:vAlign w:val="center"/>
          </w:tcPr>
          <w:p w:rsidR="005443E3" w:rsidRPr="00027083" w:rsidRDefault="005443E3" w:rsidP="005443E3">
            <w:pPr>
              <w:spacing w:before="40" w:after="40"/>
              <w:rPr>
                <w:rFonts w:cs="Arial"/>
                <w:sz w:val="18"/>
                <w:szCs w:val="18"/>
              </w:rPr>
            </w:pPr>
            <w:proofErr w:type="gramStart"/>
            <w:r w:rsidRPr="00027083">
              <w:rPr>
                <w:rFonts w:cs="Arial"/>
                <w:sz w:val="18"/>
                <w:szCs w:val="18"/>
              </w:rPr>
              <w:t>d</w:t>
            </w:r>
            <w:proofErr w:type="gramEnd"/>
            <w:r w:rsidRPr="00027083">
              <w:rPr>
                <w:rFonts w:cs="Arial"/>
                <w:sz w:val="18"/>
                <w:szCs w:val="18"/>
              </w:rPr>
              <w:t>. Adequada articulação com a equipa técnico-pedagógica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{4_1_</w:t>
            </w:r>
            <w:r w:rsidR="005443E3">
              <w:rPr>
                <w:sz w:val="18"/>
                <w:szCs w:val="18"/>
              </w:rPr>
              <w:t>D_1}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5443E3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{4_1_</w:t>
            </w:r>
            <w:r w:rsidR="005443E3">
              <w:rPr>
                <w:sz w:val="18"/>
                <w:szCs w:val="18"/>
              </w:rPr>
              <w:t>D_2}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{4_1_</w:t>
            </w:r>
            <w:r w:rsidR="005443E3">
              <w:rPr>
                <w:sz w:val="18"/>
                <w:szCs w:val="18"/>
              </w:rPr>
              <w:t>D_3}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{4_1_</w:t>
            </w:r>
            <w:r w:rsidR="005443E3">
              <w:rPr>
                <w:sz w:val="18"/>
                <w:szCs w:val="18"/>
              </w:rPr>
              <w:t>D_4}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{4_1_</w:t>
            </w:r>
            <w:r w:rsidR="005443E3">
              <w:rPr>
                <w:sz w:val="18"/>
                <w:szCs w:val="18"/>
              </w:rPr>
              <w:t>D_5}</w:t>
            </w:r>
          </w:p>
        </w:tc>
      </w:tr>
      <w:tr w:rsidR="005443E3" w:rsidRPr="00B40CE0" w:rsidTr="005443E3">
        <w:trPr>
          <w:jc w:val="center"/>
        </w:trPr>
        <w:tc>
          <w:tcPr>
            <w:tcW w:w="2435" w:type="pct"/>
            <w:shd w:val="clear" w:color="auto" w:fill="auto"/>
            <w:vAlign w:val="center"/>
          </w:tcPr>
          <w:p w:rsidR="005443E3" w:rsidRPr="00027083" w:rsidRDefault="005443E3" w:rsidP="005443E3">
            <w:pPr>
              <w:spacing w:before="40" w:after="40"/>
              <w:rPr>
                <w:rFonts w:cs="Arial"/>
                <w:sz w:val="18"/>
                <w:szCs w:val="18"/>
              </w:rPr>
            </w:pPr>
            <w:proofErr w:type="gramStart"/>
            <w:r w:rsidRPr="00027083">
              <w:rPr>
                <w:rFonts w:cs="Arial"/>
                <w:sz w:val="18"/>
                <w:szCs w:val="18"/>
              </w:rPr>
              <w:t>e</w:t>
            </w:r>
            <w:proofErr w:type="gramEnd"/>
            <w:r w:rsidRPr="00027083">
              <w:rPr>
                <w:rFonts w:cs="Arial"/>
                <w:sz w:val="18"/>
                <w:szCs w:val="18"/>
              </w:rPr>
              <w:t>. Adequada resolução de questões pedagógicas e organizativas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{4_1_</w:t>
            </w:r>
            <w:r w:rsidR="005443E3">
              <w:rPr>
                <w:sz w:val="18"/>
                <w:szCs w:val="18"/>
              </w:rPr>
              <w:t>E_1}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5443E3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{4_1_</w:t>
            </w:r>
            <w:r w:rsidR="005443E3">
              <w:rPr>
                <w:sz w:val="18"/>
                <w:szCs w:val="18"/>
              </w:rPr>
              <w:t>E_2}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{4_1_</w:t>
            </w:r>
            <w:r w:rsidR="005443E3">
              <w:rPr>
                <w:sz w:val="18"/>
                <w:szCs w:val="18"/>
              </w:rPr>
              <w:t>E_3}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{4_1_</w:t>
            </w:r>
            <w:r w:rsidR="005443E3">
              <w:rPr>
                <w:sz w:val="18"/>
                <w:szCs w:val="18"/>
              </w:rPr>
              <w:t>E_4}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443E3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{4_1_</w:t>
            </w:r>
            <w:r w:rsidR="005443E3">
              <w:rPr>
                <w:sz w:val="18"/>
                <w:szCs w:val="18"/>
              </w:rPr>
              <w:t>E_5}</w:t>
            </w:r>
          </w:p>
        </w:tc>
      </w:tr>
    </w:tbl>
    <w:p w:rsidR="005B59C6" w:rsidRPr="00B40CE0" w:rsidRDefault="005B59C6" w:rsidP="005B59C6">
      <w:pPr>
        <w:spacing w:after="120"/>
        <w:jc w:val="both"/>
        <w:rPr>
          <w:rFonts w:cs="Arial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951"/>
        <w:gridCol w:w="1157"/>
        <w:gridCol w:w="1157"/>
        <w:gridCol w:w="1157"/>
        <w:gridCol w:w="1157"/>
        <w:gridCol w:w="1157"/>
      </w:tblGrid>
      <w:tr w:rsidR="005B59C6" w:rsidRPr="00B40CE0" w:rsidTr="005C0729">
        <w:trPr>
          <w:jc w:val="center"/>
        </w:trPr>
        <w:tc>
          <w:tcPr>
            <w:tcW w:w="2029" w:type="pct"/>
            <w:shd w:val="clear" w:color="auto" w:fill="BFBFBF"/>
            <w:vAlign w:val="center"/>
          </w:tcPr>
          <w:p w:rsidR="00DD3A9E" w:rsidRPr="00162BCA" w:rsidRDefault="00357D32" w:rsidP="00357D32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Técnico da S</w:t>
            </w:r>
            <w:r w:rsidR="00463D8C">
              <w:rPr>
                <w:rFonts w:cs="Arial"/>
                <w:b/>
                <w:color w:val="000000"/>
                <w:sz w:val="18"/>
                <w:szCs w:val="18"/>
              </w:rPr>
              <w:t xml:space="preserve">ala 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V</w:t>
            </w:r>
            <w:r w:rsidR="00463D8C">
              <w:rPr>
                <w:rFonts w:cs="Arial"/>
                <w:b/>
                <w:color w:val="000000"/>
                <w:sz w:val="18"/>
                <w:szCs w:val="18"/>
              </w:rPr>
              <w:t>irtual</w:t>
            </w:r>
          </w:p>
        </w:tc>
        <w:tc>
          <w:tcPr>
            <w:tcW w:w="594" w:type="pct"/>
            <w:shd w:val="clear" w:color="auto" w:fill="BFBFBF"/>
            <w:vAlign w:val="center"/>
          </w:tcPr>
          <w:p w:rsidR="005B59C6" w:rsidRPr="00020689" w:rsidRDefault="005B59C6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b/>
                <w:color w:val="000000"/>
                <w:sz w:val="18"/>
                <w:szCs w:val="18"/>
              </w:rPr>
              <w:t>Sem opinião</w:t>
            </w:r>
          </w:p>
        </w:tc>
        <w:tc>
          <w:tcPr>
            <w:tcW w:w="594" w:type="pct"/>
            <w:shd w:val="clear" w:color="auto" w:fill="BFBFBF"/>
            <w:vAlign w:val="center"/>
          </w:tcPr>
          <w:p w:rsidR="005B59C6" w:rsidRPr="00020689" w:rsidRDefault="005B59C6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b/>
                <w:color w:val="000000"/>
                <w:sz w:val="18"/>
                <w:szCs w:val="18"/>
              </w:rPr>
              <w:t>Insuficiente</w:t>
            </w:r>
          </w:p>
        </w:tc>
        <w:tc>
          <w:tcPr>
            <w:tcW w:w="594" w:type="pct"/>
            <w:shd w:val="clear" w:color="auto" w:fill="BFBFBF"/>
            <w:vAlign w:val="center"/>
          </w:tcPr>
          <w:p w:rsidR="005B59C6" w:rsidRPr="00020689" w:rsidRDefault="005B59C6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b/>
                <w:color w:val="000000"/>
                <w:sz w:val="18"/>
                <w:szCs w:val="18"/>
              </w:rPr>
              <w:t>Suficiente</w:t>
            </w:r>
          </w:p>
        </w:tc>
        <w:tc>
          <w:tcPr>
            <w:tcW w:w="594" w:type="pct"/>
            <w:shd w:val="clear" w:color="auto" w:fill="BFBFBF"/>
            <w:vAlign w:val="center"/>
          </w:tcPr>
          <w:p w:rsidR="005B59C6" w:rsidRPr="00020689" w:rsidRDefault="005B59C6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b/>
                <w:color w:val="000000"/>
                <w:sz w:val="18"/>
                <w:szCs w:val="18"/>
              </w:rPr>
              <w:t>Bom</w:t>
            </w:r>
          </w:p>
        </w:tc>
        <w:tc>
          <w:tcPr>
            <w:tcW w:w="594" w:type="pct"/>
            <w:shd w:val="clear" w:color="auto" w:fill="BFBFBF"/>
            <w:vAlign w:val="center"/>
          </w:tcPr>
          <w:p w:rsidR="005B59C6" w:rsidRPr="00020689" w:rsidRDefault="005B59C6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b/>
                <w:color w:val="000000"/>
                <w:sz w:val="18"/>
                <w:szCs w:val="18"/>
              </w:rPr>
              <w:t>Muito Bom</w:t>
            </w:r>
          </w:p>
        </w:tc>
      </w:tr>
      <w:tr w:rsidR="005B59C6" w:rsidRPr="00B40CE0" w:rsidTr="005C0729">
        <w:trPr>
          <w:jc w:val="center"/>
        </w:trPr>
        <w:tc>
          <w:tcPr>
            <w:tcW w:w="2029" w:type="pct"/>
            <w:shd w:val="clear" w:color="auto" w:fill="auto"/>
            <w:vAlign w:val="center"/>
          </w:tcPr>
          <w:p w:rsidR="005B59C6" w:rsidRPr="00027083" w:rsidRDefault="005B59C6" w:rsidP="00690DE4">
            <w:pPr>
              <w:spacing w:before="40" w:after="40"/>
              <w:rPr>
                <w:rFonts w:cs="Arial"/>
                <w:sz w:val="18"/>
                <w:szCs w:val="18"/>
              </w:rPr>
            </w:pPr>
            <w:proofErr w:type="gramStart"/>
            <w:r w:rsidRPr="00027083">
              <w:rPr>
                <w:rFonts w:cs="Arial"/>
                <w:sz w:val="18"/>
                <w:szCs w:val="18"/>
              </w:rPr>
              <w:t>a</w:t>
            </w:r>
            <w:proofErr w:type="gramEnd"/>
            <w:r w:rsidRPr="00027083">
              <w:rPr>
                <w:rFonts w:cs="Arial"/>
                <w:sz w:val="18"/>
                <w:szCs w:val="18"/>
              </w:rPr>
              <w:t>. Acolhimento</w:t>
            </w:r>
            <w:r w:rsidR="00690DE4">
              <w:rPr>
                <w:rFonts w:cs="Arial"/>
                <w:sz w:val="18"/>
                <w:szCs w:val="18"/>
              </w:rPr>
              <w:t xml:space="preserve"> e cordialidade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5B59C6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</w:t>
            </w:r>
            <w:r w:rsidR="0059582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_A_1}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5B59C6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{4_2_A_2}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5B59C6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{4_2_A_3}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5B59C6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{4_2_A_4}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5B59C6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{4_2_A_5}</w:t>
            </w:r>
          </w:p>
        </w:tc>
      </w:tr>
      <w:tr w:rsidR="005C0729" w:rsidRPr="00B40CE0" w:rsidTr="005C0729">
        <w:trPr>
          <w:jc w:val="center"/>
        </w:trPr>
        <w:tc>
          <w:tcPr>
            <w:tcW w:w="2029" w:type="pct"/>
            <w:shd w:val="clear" w:color="auto" w:fill="auto"/>
            <w:vAlign w:val="center"/>
          </w:tcPr>
          <w:p w:rsidR="005C0729" w:rsidRPr="00027083" w:rsidRDefault="005C0729" w:rsidP="005C0729">
            <w:pPr>
              <w:spacing w:before="40" w:after="40"/>
              <w:rPr>
                <w:rFonts w:cs="Arial"/>
                <w:sz w:val="18"/>
                <w:szCs w:val="18"/>
              </w:rPr>
            </w:pPr>
            <w:proofErr w:type="gramStart"/>
            <w:r w:rsidRPr="00027083">
              <w:rPr>
                <w:rFonts w:cs="Arial"/>
                <w:sz w:val="18"/>
                <w:szCs w:val="18"/>
              </w:rPr>
              <w:t>b</w:t>
            </w:r>
            <w:proofErr w:type="gramEnd"/>
            <w:r w:rsidRPr="00027083">
              <w:rPr>
                <w:rFonts w:cs="Arial"/>
                <w:sz w:val="18"/>
                <w:szCs w:val="18"/>
              </w:rPr>
              <w:t>. Conhecimentos técnico</w:t>
            </w:r>
            <w:r>
              <w:rPr>
                <w:rFonts w:cs="Arial"/>
                <w:sz w:val="18"/>
                <w:szCs w:val="18"/>
              </w:rPr>
              <w:t>s</w:t>
            </w:r>
            <w:r w:rsidRPr="00027083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5C0729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{4_2_B_1}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5C0729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{4_2_B_2}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5C0729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{4_2_B_3}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5C0729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{4_2_B_4}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5C0729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{4_2_B_5}</w:t>
            </w:r>
          </w:p>
        </w:tc>
      </w:tr>
      <w:tr w:rsidR="005C0729" w:rsidRPr="00B40CE0" w:rsidTr="005C0729">
        <w:trPr>
          <w:jc w:val="center"/>
        </w:trPr>
        <w:tc>
          <w:tcPr>
            <w:tcW w:w="2029" w:type="pct"/>
            <w:shd w:val="clear" w:color="auto" w:fill="auto"/>
            <w:vAlign w:val="center"/>
          </w:tcPr>
          <w:p w:rsidR="005C0729" w:rsidRPr="00027083" w:rsidRDefault="005C0729" w:rsidP="005C0729">
            <w:pPr>
              <w:spacing w:before="40" w:after="40"/>
              <w:rPr>
                <w:rFonts w:cs="Arial"/>
                <w:sz w:val="18"/>
                <w:szCs w:val="18"/>
              </w:rPr>
            </w:pPr>
            <w:proofErr w:type="gramStart"/>
            <w:r w:rsidRPr="00027083">
              <w:rPr>
                <w:rFonts w:cs="Arial"/>
                <w:sz w:val="18"/>
                <w:szCs w:val="18"/>
              </w:rPr>
              <w:t>c</w:t>
            </w:r>
            <w:proofErr w:type="gramEnd"/>
            <w:r w:rsidRPr="00027083">
              <w:rPr>
                <w:rFonts w:cs="Arial"/>
                <w:sz w:val="18"/>
                <w:szCs w:val="18"/>
              </w:rPr>
              <w:t xml:space="preserve">. </w:t>
            </w:r>
            <w:r>
              <w:rPr>
                <w:rFonts w:cs="Arial"/>
                <w:sz w:val="18"/>
                <w:szCs w:val="18"/>
              </w:rPr>
              <w:t xml:space="preserve">Sinalização das questões colocadas pelos formandos através do </w:t>
            </w:r>
            <w:proofErr w:type="gramStart"/>
            <w:r>
              <w:rPr>
                <w:rFonts w:cs="Arial"/>
                <w:sz w:val="18"/>
                <w:szCs w:val="18"/>
              </w:rPr>
              <w:t>chat</w:t>
            </w:r>
            <w:proofErr w:type="gramEnd"/>
          </w:p>
        </w:tc>
        <w:tc>
          <w:tcPr>
            <w:tcW w:w="594" w:type="pct"/>
            <w:shd w:val="clear" w:color="auto" w:fill="auto"/>
            <w:vAlign w:val="center"/>
          </w:tcPr>
          <w:p w:rsidR="005C0729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{4_2_C_1}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5C0729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{4_2_C_2}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5C0729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{4_2_C_3}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5C0729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{4_2_C_4}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5C0729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{4_2_C_5}</w:t>
            </w:r>
          </w:p>
        </w:tc>
      </w:tr>
      <w:tr w:rsidR="005C0729" w:rsidRPr="00B40CE0" w:rsidTr="005C0729">
        <w:trPr>
          <w:jc w:val="center"/>
        </w:trPr>
        <w:tc>
          <w:tcPr>
            <w:tcW w:w="2029" w:type="pct"/>
            <w:shd w:val="clear" w:color="auto" w:fill="auto"/>
            <w:vAlign w:val="center"/>
          </w:tcPr>
          <w:p w:rsidR="005C0729" w:rsidRPr="00027083" w:rsidRDefault="005C0729" w:rsidP="005C0729">
            <w:pPr>
              <w:spacing w:before="40" w:after="40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d</w:t>
            </w:r>
            <w:proofErr w:type="gramEnd"/>
            <w:r w:rsidRPr="00027083">
              <w:rPr>
                <w:rFonts w:cs="Arial"/>
                <w:sz w:val="18"/>
                <w:szCs w:val="18"/>
              </w:rPr>
              <w:t>. Esclarecimento de dúvidas e resolução de problemas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5C0729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{4_2_D_1}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5C0729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{4_2_D_2}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5C0729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{4_2_D_3}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5C0729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{4_2_D_4}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5C0729" w:rsidRPr="00027083" w:rsidRDefault="005C0729" w:rsidP="005958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{4_2_D_5}</w:t>
            </w:r>
          </w:p>
        </w:tc>
      </w:tr>
    </w:tbl>
    <w:p w:rsidR="003A0BB5" w:rsidRDefault="003A0BB5" w:rsidP="003A0BB5">
      <w:pPr>
        <w:spacing w:after="120"/>
        <w:jc w:val="both"/>
        <w:rPr>
          <w:rFonts w:cs="Arial"/>
          <w:sz w:val="18"/>
          <w:szCs w:val="18"/>
        </w:rPr>
      </w:pPr>
    </w:p>
    <w:p w:rsidR="005B59C6" w:rsidRDefault="00EE6572" w:rsidP="00C748FF">
      <w:pPr>
        <w:pStyle w:val="Cabealho2"/>
        <w:numPr>
          <w:ilvl w:val="0"/>
          <w:numId w:val="3"/>
        </w:numPr>
        <w:spacing w:line="288" w:lineRule="auto"/>
      </w:pPr>
      <w:r>
        <w:t>Plataformas de Ensino à Distância</w:t>
      </w:r>
    </w:p>
    <w:p w:rsidR="005B59C6" w:rsidRPr="00E45A1F" w:rsidRDefault="00EE6572" w:rsidP="007F3039">
      <w:pPr>
        <w:pStyle w:val="PargrafodaLista"/>
        <w:numPr>
          <w:ilvl w:val="1"/>
          <w:numId w:val="3"/>
        </w:numPr>
        <w:spacing w:after="120" w:line="288" w:lineRule="auto"/>
        <w:jc w:val="both"/>
        <w:rPr>
          <w:rFonts w:cs="Arial"/>
          <w:sz w:val="18"/>
          <w:szCs w:val="18"/>
        </w:rPr>
      </w:pPr>
      <w:r w:rsidRPr="00EE6572">
        <w:rPr>
          <w:rFonts w:cs="Arial"/>
          <w:sz w:val="18"/>
          <w:szCs w:val="18"/>
        </w:rPr>
        <w:t xml:space="preserve">Como </w:t>
      </w:r>
      <w:r w:rsidR="007F3039" w:rsidRPr="007F3039">
        <w:rPr>
          <w:rFonts w:cs="Arial"/>
          <w:sz w:val="18"/>
          <w:szCs w:val="18"/>
        </w:rPr>
        <w:t>avalia os seguintes aspetos relativos às pl</w:t>
      </w:r>
      <w:r w:rsidR="007F3039">
        <w:rPr>
          <w:rFonts w:cs="Arial"/>
          <w:sz w:val="18"/>
          <w:szCs w:val="18"/>
        </w:rPr>
        <w:t>ataformas de ensino à distância?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714"/>
        <w:gridCol w:w="983"/>
        <w:gridCol w:w="1090"/>
        <w:gridCol w:w="983"/>
        <w:gridCol w:w="983"/>
        <w:gridCol w:w="983"/>
      </w:tblGrid>
      <w:tr w:rsidR="005B59C6" w:rsidRPr="00E45A1F" w:rsidTr="005C0729">
        <w:trPr>
          <w:jc w:val="center"/>
        </w:trPr>
        <w:tc>
          <w:tcPr>
            <w:tcW w:w="2435" w:type="pct"/>
            <w:shd w:val="clear" w:color="auto" w:fill="BFBFBF"/>
            <w:vAlign w:val="center"/>
          </w:tcPr>
          <w:p w:rsidR="005B59C6" w:rsidRPr="00020689" w:rsidRDefault="005B59C6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b/>
                <w:color w:val="000000"/>
                <w:sz w:val="18"/>
                <w:szCs w:val="18"/>
              </w:rPr>
              <w:t>Critério</w:t>
            </w:r>
          </w:p>
        </w:tc>
        <w:tc>
          <w:tcPr>
            <w:tcW w:w="501" w:type="pct"/>
            <w:shd w:val="clear" w:color="auto" w:fill="BFBFBF"/>
            <w:vAlign w:val="center"/>
          </w:tcPr>
          <w:p w:rsidR="005B59C6" w:rsidRPr="00020689" w:rsidRDefault="005B59C6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b/>
                <w:color w:val="000000"/>
                <w:sz w:val="18"/>
                <w:szCs w:val="18"/>
              </w:rPr>
              <w:t>Sem opinião</w:t>
            </w:r>
          </w:p>
        </w:tc>
        <w:tc>
          <w:tcPr>
            <w:tcW w:w="560" w:type="pct"/>
            <w:shd w:val="clear" w:color="auto" w:fill="BFBFBF"/>
            <w:vAlign w:val="center"/>
          </w:tcPr>
          <w:p w:rsidR="005B59C6" w:rsidRPr="00020689" w:rsidRDefault="005B59C6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b/>
                <w:color w:val="000000"/>
                <w:sz w:val="18"/>
                <w:szCs w:val="18"/>
              </w:rPr>
              <w:t>Insuficiente</w:t>
            </w:r>
          </w:p>
        </w:tc>
        <w:tc>
          <w:tcPr>
            <w:tcW w:w="501" w:type="pct"/>
            <w:shd w:val="clear" w:color="auto" w:fill="BFBFBF"/>
            <w:vAlign w:val="center"/>
          </w:tcPr>
          <w:p w:rsidR="005B59C6" w:rsidRPr="00020689" w:rsidRDefault="005B59C6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b/>
                <w:color w:val="000000"/>
                <w:sz w:val="18"/>
                <w:szCs w:val="18"/>
              </w:rPr>
              <w:t>Suficiente</w:t>
            </w:r>
          </w:p>
        </w:tc>
        <w:tc>
          <w:tcPr>
            <w:tcW w:w="501" w:type="pct"/>
            <w:shd w:val="clear" w:color="auto" w:fill="BFBFBF"/>
            <w:vAlign w:val="center"/>
          </w:tcPr>
          <w:p w:rsidR="005B59C6" w:rsidRPr="00020689" w:rsidRDefault="005B59C6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b/>
                <w:color w:val="000000"/>
                <w:sz w:val="18"/>
                <w:szCs w:val="18"/>
              </w:rPr>
              <w:t>Bom</w:t>
            </w:r>
          </w:p>
        </w:tc>
        <w:tc>
          <w:tcPr>
            <w:tcW w:w="501" w:type="pct"/>
            <w:shd w:val="clear" w:color="auto" w:fill="BFBFBF"/>
            <w:vAlign w:val="center"/>
          </w:tcPr>
          <w:p w:rsidR="005B59C6" w:rsidRPr="00020689" w:rsidRDefault="005B59C6" w:rsidP="00027083">
            <w:pPr>
              <w:spacing w:before="40" w:after="4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b/>
                <w:color w:val="000000"/>
                <w:sz w:val="18"/>
                <w:szCs w:val="18"/>
              </w:rPr>
              <w:t>Muito Bom</w:t>
            </w:r>
          </w:p>
        </w:tc>
      </w:tr>
      <w:tr w:rsidR="005C0729" w:rsidRPr="00E45A1F" w:rsidTr="005C0729">
        <w:trPr>
          <w:jc w:val="center"/>
        </w:trPr>
        <w:tc>
          <w:tcPr>
            <w:tcW w:w="2435" w:type="pct"/>
            <w:shd w:val="clear" w:color="auto" w:fill="auto"/>
            <w:vAlign w:val="center"/>
          </w:tcPr>
          <w:p w:rsidR="005C0729" w:rsidRPr="00027083" w:rsidRDefault="005C0729" w:rsidP="005C0729">
            <w:pPr>
              <w:spacing w:before="40" w:after="40"/>
              <w:rPr>
                <w:rFonts w:cs="Arial"/>
                <w:sz w:val="18"/>
                <w:szCs w:val="18"/>
              </w:rPr>
            </w:pPr>
            <w:proofErr w:type="gramStart"/>
            <w:r w:rsidRPr="00D54953">
              <w:rPr>
                <w:rFonts w:cs="Arial"/>
                <w:sz w:val="18"/>
                <w:szCs w:val="18"/>
              </w:rPr>
              <w:t>a</w:t>
            </w:r>
            <w:proofErr w:type="gramEnd"/>
            <w:r w:rsidRPr="00D54953">
              <w:rPr>
                <w:rFonts w:cs="Arial"/>
                <w:sz w:val="18"/>
                <w:szCs w:val="18"/>
              </w:rPr>
              <w:t>. Informação inicial explicativa do uso da plataforma e esclarecimento relativo às ferramentas e materiais disponíveis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C0729" w:rsidRPr="00027083" w:rsidRDefault="005C0729" w:rsidP="005C07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{5_1_A_1}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5C0729" w:rsidRPr="00027083" w:rsidRDefault="005C0729" w:rsidP="005C07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{5_1_A_2}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C0729" w:rsidRPr="00027083" w:rsidRDefault="005C0729" w:rsidP="005C07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{5_1_A_3}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C0729" w:rsidRPr="00027083" w:rsidRDefault="005C0729" w:rsidP="005C07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{5_1_A_4}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C0729" w:rsidRPr="00027083" w:rsidRDefault="005C0729" w:rsidP="005C07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{5_1_A_5}</w:t>
            </w:r>
          </w:p>
        </w:tc>
      </w:tr>
      <w:tr w:rsidR="005C0729" w:rsidRPr="00E45A1F" w:rsidTr="005C0729">
        <w:trPr>
          <w:jc w:val="center"/>
        </w:trPr>
        <w:tc>
          <w:tcPr>
            <w:tcW w:w="2435" w:type="pct"/>
            <w:shd w:val="clear" w:color="auto" w:fill="auto"/>
            <w:vAlign w:val="center"/>
          </w:tcPr>
          <w:p w:rsidR="005C0729" w:rsidRPr="00027083" w:rsidRDefault="005C0729" w:rsidP="005C0729">
            <w:pPr>
              <w:spacing w:before="40" w:after="40"/>
              <w:rPr>
                <w:rFonts w:cs="Arial"/>
                <w:sz w:val="18"/>
                <w:szCs w:val="18"/>
              </w:rPr>
            </w:pPr>
            <w:proofErr w:type="gramStart"/>
            <w:r w:rsidRPr="00D54953">
              <w:rPr>
                <w:rFonts w:cs="Arial"/>
                <w:sz w:val="18"/>
                <w:szCs w:val="18"/>
              </w:rPr>
              <w:t>b</w:t>
            </w:r>
            <w:proofErr w:type="gramEnd"/>
            <w:r w:rsidRPr="00D54953">
              <w:rPr>
                <w:rFonts w:cs="Arial"/>
                <w:sz w:val="18"/>
                <w:szCs w:val="18"/>
              </w:rPr>
              <w:t>. Facilidade de utilização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C0729" w:rsidRPr="00027083" w:rsidRDefault="005C0729" w:rsidP="005C07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{5_1_B_1}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5C0729" w:rsidRPr="00027083" w:rsidRDefault="005C0729" w:rsidP="005C07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{5_1_B_2}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C0729" w:rsidRPr="00027083" w:rsidRDefault="005C0729" w:rsidP="005C07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{5_1_B_3}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C0729" w:rsidRPr="00027083" w:rsidRDefault="005C0729" w:rsidP="005C07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{5_1_B_4}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C0729" w:rsidRPr="00027083" w:rsidRDefault="005C0729" w:rsidP="005C07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{5_1_B_5}</w:t>
            </w:r>
          </w:p>
        </w:tc>
      </w:tr>
      <w:tr w:rsidR="005C0729" w:rsidRPr="00E45A1F" w:rsidTr="005C0729">
        <w:trPr>
          <w:jc w:val="center"/>
        </w:trPr>
        <w:tc>
          <w:tcPr>
            <w:tcW w:w="2435" w:type="pct"/>
            <w:shd w:val="clear" w:color="auto" w:fill="auto"/>
            <w:vAlign w:val="center"/>
          </w:tcPr>
          <w:p w:rsidR="005C0729" w:rsidRPr="00027083" w:rsidRDefault="005C0729" w:rsidP="005C0729">
            <w:pPr>
              <w:spacing w:before="40" w:after="40"/>
              <w:rPr>
                <w:rFonts w:cs="Arial"/>
                <w:sz w:val="18"/>
                <w:szCs w:val="18"/>
              </w:rPr>
            </w:pPr>
            <w:proofErr w:type="gramStart"/>
            <w:r w:rsidRPr="00D54953">
              <w:rPr>
                <w:rFonts w:cs="Arial"/>
                <w:sz w:val="18"/>
                <w:szCs w:val="18"/>
              </w:rPr>
              <w:t>c</w:t>
            </w:r>
            <w:proofErr w:type="gramEnd"/>
            <w:r w:rsidRPr="00D54953">
              <w:rPr>
                <w:rFonts w:cs="Arial"/>
                <w:sz w:val="18"/>
                <w:szCs w:val="18"/>
              </w:rPr>
              <w:t>. Estrutura e organização das matérias na plataforma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C0729" w:rsidRPr="00027083" w:rsidRDefault="005C0729" w:rsidP="005C07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{5_1_C_1}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5C0729" w:rsidRPr="00027083" w:rsidRDefault="005C0729" w:rsidP="005C07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{5_1_C_2}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C0729" w:rsidRPr="00027083" w:rsidRDefault="005C0729" w:rsidP="005C07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{5_1_C_3}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C0729" w:rsidRPr="00027083" w:rsidRDefault="005C0729" w:rsidP="005C07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{5_1_C_4}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C0729" w:rsidRPr="00027083" w:rsidRDefault="005C0729" w:rsidP="005C07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{5_1_C_5}</w:t>
            </w:r>
          </w:p>
        </w:tc>
      </w:tr>
      <w:tr w:rsidR="005C0729" w:rsidRPr="00E45A1F" w:rsidTr="005C0729">
        <w:trPr>
          <w:jc w:val="center"/>
        </w:trPr>
        <w:tc>
          <w:tcPr>
            <w:tcW w:w="2435" w:type="pct"/>
            <w:shd w:val="clear" w:color="auto" w:fill="auto"/>
            <w:vAlign w:val="center"/>
          </w:tcPr>
          <w:p w:rsidR="005C0729" w:rsidRPr="00027083" w:rsidRDefault="005C0729" w:rsidP="005C0729">
            <w:pPr>
              <w:spacing w:before="40" w:after="40"/>
              <w:rPr>
                <w:rFonts w:cs="Arial"/>
                <w:sz w:val="18"/>
                <w:szCs w:val="18"/>
              </w:rPr>
            </w:pPr>
            <w:proofErr w:type="gramStart"/>
            <w:r w:rsidRPr="00D54953">
              <w:rPr>
                <w:rFonts w:cs="Arial"/>
                <w:sz w:val="18"/>
                <w:szCs w:val="18"/>
              </w:rPr>
              <w:t>d</w:t>
            </w:r>
            <w:proofErr w:type="gramEnd"/>
            <w:r w:rsidRPr="00D54953">
              <w:rPr>
                <w:rFonts w:cs="Arial"/>
                <w:sz w:val="18"/>
                <w:szCs w:val="18"/>
              </w:rPr>
              <w:t>. Qualidade do áudio das sessões síncronas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C0729" w:rsidRPr="00027083" w:rsidRDefault="005C0729" w:rsidP="005C07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{5_1_D_1}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5C0729" w:rsidRPr="00027083" w:rsidRDefault="005C0729" w:rsidP="005C07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{5_1_D_2}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C0729" w:rsidRPr="00027083" w:rsidRDefault="005C0729" w:rsidP="005C07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{5_1_D_3}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C0729" w:rsidRPr="00027083" w:rsidRDefault="005C0729" w:rsidP="005C07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{5_1_D_4}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C0729" w:rsidRPr="00027083" w:rsidRDefault="005C0729" w:rsidP="005C07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{5_1_D_5}</w:t>
            </w:r>
          </w:p>
        </w:tc>
      </w:tr>
      <w:tr w:rsidR="005C0729" w:rsidRPr="00E45A1F" w:rsidTr="005C0729">
        <w:trPr>
          <w:jc w:val="center"/>
        </w:trPr>
        <w:tc>
          <w:tcPr>
            <w:tcW w:w="2435" w:type="pct"/>
            <w:shd w:val="clear" w:color="auto" w:fill="auto"/>
            <w:vAlign w:val="center"/>
          </w:tcPr>
          <w:p w:rsidR="005C0729" w:rsidRPr="00027083" w:rsidRDefault="005C0729" w:rsidP="005C0729">
            <w:pPr>
              <w:spacing w:before="40" w:after="40"/>
              <w:rPr>
                <w:rFonts w:cs="Arial"/>
                <w:sz w:val="18"/>
                <w:szCs w:val="18"/>
              </w:rPr>
            </w:pPr>
            <w:proofErr w:type="gramStart"/>
            <w:r w:rsidRPr="00D54953">
              <w:rPr>
                <w:rFonts w:cs="Arial"/>
                <w:sz w:val="18"/>
                <w:szCs w:val="18"/>
              </w:rPr>
              <w:t>e</w:t>
            </w:r>
            <w:proofErr w:type="gramEnd"/>
            <w:r w:rsidRPr="00D54953">
              <w:rPr>
                <w:rFonts w:cs="Arial"/>
                <w:sz w:val="18"/>
                <w:szCs w:val="18"/>
              </w:rPr>
              <w:t>. Qualidade da imagem das sessões síncronas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C0729" w:rsidRPr="00027083" w:rsidRDefault="005C0729" w:rsidP="005C07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{5_1_E_1}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5C0729" w:rsidRPr="00027083" w:rsidRDefault="005C0729" w:rsidP="005C07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{5_1_E_2}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C0729" w:rsidRPr="00027083" w:rsidRDefault="005C0729" w:rsidP="005C07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{5_1_E_3}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C0729" w:rsidRPr="00027083" w:rsidRDefault="005C0729" w:rsidP="005C07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{5_1_E_4}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C0729" w:rsidRPr="00027083" w:rsidRDefault="005C0729" w:rsidP="005C07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{5_1_E_5}</w:t>
            </w:r>
          </w:p>
        </w:tc>
      </w:tr>
    </w:tbl>
    <w:p w:rsidR="005B59C6" w:rsidRPr="00E45A1F" w:rsidRDefault="005B59C6" w:rsidP="005B59C6">
      <w:pPr>
        <w:spacing w:after="120"/>
        <w:jc w:val="both"/>
        <w:rPr>
          <w:rFonts w:cs="Arial"/>
          <w:sz w:val="18"/>
          <w:szCs w:val="18"/>
        </w:rPr>
      </w:pPr>
    </w:p>
    <w:p w:rsidR="00D54953" w:rsidRPr="00D54953" w:rsidRDefault="00D54953" w:rsidP="00D54953">
      <w:pPr>
        <w:pStyle w:val="Cabealho2"/>
        <w:numPr>
          <w:ilvl w:val="0"/>
          <w:numId w:val="3"/>
        </w:numPr>
        <w:spacing w:line="288" w:lineRule="auto"/>
      </w:pPr>
      <w:r w:rsidRPr="00D54953">
        <w:t>ORGANIZAÇÃO</w:t>
      </w:r>
    </w:p>
    <w:p w:rsidR="005B59C6" w:rsidRPr="00E45A1F" w:rsidRDefault="005B59C6" w:rsidP="005B59C6">
      <w:pPr>
        <w:pStyle w:val="PargrafodaLista"/>
        <w:numPr>
          <w:ilvl w:val="1"/>
          <w:numId w:val="3"/>
        </w:numPr>
        <w:spacing w:after="120" w:line="288" w:lineRule="auto"/>
        <w:jc w:val="both"/>
        <w:rPr>
          <w:rFonts w:cs="Arial"/>
          <w:sz w:val="18"/>
          <w:szCs w:val="18"/>
        </w:rPr>
      </w:pPr>
      <w:r w:rsidRPr="00E45A1F">
        <w:rPr>
          <w:rFonts w:cs="Arial"/>
          <w:sz w:val="18"/>
          <w:szCs w:val="18"/>
        </w:rPr>
        <w:t>De uma forma geral, a organização</w:t>
      </w:r>
      <w:r w:rsidR="00DD3A9E">
        <w:rPr>
          <w:rFonts w:cs="Arial"/>
          <w:sz w:val="18"/>
          <w:szCs w:val="18"/>
        </w:rPr>
        <w:t xml:space="preserve"> </w:t>
      </w:r>
      <w:r w:rsidRPr="00E45A1F">
        <w:rPr>
          <w:rFonts w:cs="Arial"/>
          <w:sz w:val="18"/>
          <w:szCs w:val="18"/>
        </w:rPr>
        <w:t>da formação foi: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30"/>
        <w:gridCol w:w="976"/>
        <w:gridCol w:w="1091"/>
        <w:gridCol w:w="976"/>
        <w:gridCol w:w="945"/>
        <w:gridCol w:w="976"/>
        <w:gridCol w:w="945"/>
        <w:gridCol w:w="976"/>
        <w:gridCol w:w="945"/>
        <w:gridCol w:w="976"/>
      </w:tblGrid>
      <w:tr w:rsidR="00595829" w:rsidRPr="00020689" w:rsidTr="00897B00">
        <w:trPr>
          <w:jc w:val="center"/>
        </w:trPr>
        <w:tc>
          <w:tcPr>
            <w:tcW w:w="491" w:type="pct"/>
            <w:shd w:val="clear" w:color="auto" w:fill="FFFFFF"/>
            <w:vAlign w:val="center"/>
          </w:tcPr>
          <w:p w:rsidR="00897B00" w:rsidRPr="00020689" w:rsidRDefault="00897B00" w:rsidP="00027083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color w:val="000000"/>
                <w:sz w:val="18"/>
                <w:szCs w:val="18"/>
              </w:rPr>
              <w:t>Sem opinião</w:t>
            </w:r>
          </w:p>
        </w:tc>
        <w:tc>
          <w:tcPr>
            <w:tcW w:w="200" w:type="pct"/>
            <w:shd w:val="clear" w:color="auto" w:fill="FFFFFF"/>
            <w:vAlign w:val="center"/>
          </w:tcPr>
          <w:p w:rsidR="00897B00" w:rsidRPr="00020689" w:rsidRDefault="0000453A" w:rsidP="00595829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{6_1</w:t>
            </w:r>
            <w:r w:rsidR="00595829">
              <w:rPr>
                <w:rFonts w:cs="Arial"/>
                <w:color w:val="000000"/>
                <w:sz w:val="18"/>
                <w:szCs w:val="18"/>
              </w:rPr>
              <w:t>_A_</w:t>
            </w:r>
            <w:r>
              <w:rPr>
                <w:rFonts w:cs="Arial"/>
                <w:color w:val="000000"/>
                <w:sz w:val="18"/>
                <w:szCs w:val="18"/>
              </w:rPr>
              <w:t>1}</w:t>
            </w:r>
          </w:p>
        </w:tc>
        <w:tc>
          <w:tcPr>
            <w:tcW w:w="549" w:type="pct"/>
            <w:shd w:val="clear" w:color="auto" w:fill="FFFFFF"/>
            <w:vAlign w:val="center"/>
          </w:tcPr>
          <w:p w:rsidR="00897B00" w:rsidRPr="00020689" w:rsidRDefault="00897B00" w:rsidP="00027083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color w:val="000000"/>
                <w:sz w:val="18"/>
                <w:szCs w:val="18"/>
              </w:rPr>
              <w:t>Insuficiente</w:t>
            </w:r>
          </w:p>
        </w:tc>
        <w:tc>
          <w:tcPr>
            <w:tcW w:w="200" w:type="pct"/>
            <w:shd w:val="clear" w:color="auto" w:fill="FFFFFF"/>
            <w:vAlign w:val="center"/>
          </w:tcPr>
          <w:p w:rsidR="00897B00" w:rsidRPr="00020689" w:rsidRDefault="0000453A" w:rsidP="0000453A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{6_1</w:t>
            </w:r>
            <w:r w:rsidR="00595829">
              <w:rPr>
                <w:rFonts w:cs="Arial"/>
                <w:color w:val="000000"/>
                <w:sz w:val="18"/>
                <w:szCs w:val="18"/>
              </w:rPr>
              <w:t>_A</w:t>
            </w:r>
            <w:r>
              <w:rPr>
                <w:rFonts w:cs="Arial"/>
                <w:color w:val="000000"/>
                <w:sz w:val="18"/>
                <w:szCs w:val="18"/>
              </w:rPr>
              <w:t>_2}</w:t>
            </w:r>
          </w:p>
        </w:tc>
        <w:tc>
          <w:tcPr>
            <w:tcW w:w="496" w:type="pct"/>
            <w:shd w:val="clear" w:color="auto" w:fill="FFFFFF"/>
            <w:vAlign w:val="center"/>
          </w:tcPr>
          <w:p w:rsidR="00897B00" w:rsidRPr="00020689" w:rsidRDefault="00897B00" w:rsidP="00027083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color w:val="000000"/>
                <w:sz w:val="18"/>
                <w:szCs w:val="18"/>
              </w:rPr>
              <w:t>Suficiente</w:t>
            </w:r>
          </w:p>
        </w:tc>
        <w:tc>
          <w:tcPr>
            <w:tcW w:w="200" w:type="pct"/>
            <w:shd w:val="clear" w:color="auto" w:fill="FFFFFF"/>
            <w:vAlign w:val="center"/>
          </w:tcPr>
          <w:p w:rsidR="00897B00" w:rsidRPr="00020689" w:rsidRDefault="0000453A" w:rsidP="0000453A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{6_1</w:t>
            </w:r>
            <w:r w:rsidR="00595829">
              <w:rPr>
                <w:rFonts w:cs="Arial"/>
                <w:color w:val="000000"/>
                <w:sz w:val="18"/>
                <w:szCs w:val="18"/>
              </w:rPr>
              <w:t>_A</w:t>
            </w:r>
            <w:r>
              <w:rPr>
                <w:rFonts w:cs="Arial"/>
                <w:color w:val="000000"/>
                <w:sz w:val="18"/>
                <w:szCs w:val="18"/>
              </w:rPr>
              <w:t>_3}</w:t>
            </w:r>
          </w:p>
        </w:tc>
        <w:tc>
          <w:tcPr>
            <w:tcW w:w="496" w:type="pct"/>
            <w:shd w:val="clear" w:color="auto" w:fill="FFFFFF"/>
            <w:vAlign w:val="center"/>
          </w:tcPr>
          <w:p w:rsidR="00897B00" w:rsidRPr="00020689" w:rsidRDefault="00897B00" w:rsidP="00027083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color w:val="000000"/>
                <w:sz w:val="18"/>
                <w:szCs w:val="18"/>
              </w:rPr>
              <w:t>Bom</w:t>
            </w:r>
          </w:p>
        </w:tc>
        <w:tc>
          <w:tcPr>
            <w:tcW w:w="200" w:type="pct"/>
            <w:shd w:val="clear" w:color="auto" w:fill="FFFFFF"/>
            <w:vAlign w:val="center"/>
          </w:tcPr>
          <w:p w:rsidR="00897B00" w:rsidRPr="00020689" w:rsidRDefault="0000453A" w:rsidP="0000453A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{6_1</w:t>
            </w:r>
            <w:r w:rsidR="00595829">
              <w:rPr>
                <w:rFonts w:cs="Arial"/>
                <w:color w:val="000000"/>
                <w:sz w:val="18"/>
                <w:szCs w:val="18"/>
              </w:rPr>
              <w:t>_A</w:t>
            </w:r>
            <w:r>
              <w:rPr>
                <w:rFonts w:cs="Arial"/>
                <w:color w:val="000000"/>
                <w:sz w:val="18"/>
                <w:szCs w:val="18"/>
              </w:rPr>
              <w:t>_4}</w:t>
            </w:r>
          </w:p>
        </w:tc>
        <w:tc>
          <w:tcPr>
            <w:tcW w:w="496" w:type="pct"/>
            <w:shd w:val="clear" w:color="auto" w:fill="FFFFFF"/>
            <w:vAlign w:val="center"/>
          </w:tcPr>
          <w:p w:rsidR="00897B00" w:rsidRPr="00020689" w:rsidRDefault="00897B00" w:rsidP="00027083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color w:val="000000"/>
                <w:sz w:val="18"/>
                <w:szCs w:val="18"/>
              </w:rPr>
              <w:t>Muito bom</w:t>
            </w:r>
          </w:p>
        </w:tc>
        <w:tc>
          <w:tcPr>
            <w:tcW w:w="200" w:type="pct"/>
            <w:shd w:val="clear" w:color="auto" w:fill="FFFFFF"/>
            <w:vAlign w:val="center"/>
          </w:tcPr>
          <w:p w:rsidR="00897B00" w:rsidRPr="00020689" w:rsidRDefault="0000453A" w:rsidP="0000453A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{6_1</w:t>
            </w:r>
            <w:r w:rsidR="00595829">
              <w:rPr>
                <w:rFonts w:cs="Arial"/>
                <w:color w:val="000000"/>
                <w:sz w:val="18"/>
                <w:szCs w:val="18"/>
              </w:rPr>
              <w:t>_A</w:t>
            </w:r>
            <w:r>
              <w:rPr>
                <w:rFonts w:cs="Arial"/>
                <w:color w:val="000000"/>
                <w:sz w:val="18"/>
                <w:szCs w:val="18"/>
              </w:rPr>
              <w:t>_5}</w:t>
            </w:r>
          </w:p>
        </w:tc>
      </w:tr>
    </w:tbl>
    <w:p w:rsidR="005B59C6" w:rsidRPr="00E45A1F" w:rsidRDefault="005B59C6" w:rsidP="005B59C6">
      <w:pPr>
        <w:spacing w:after="120"/>
        <w:jc w:val="both"/>
        <w:rPr>
          <w:rFonts w:cs="Arial"/>
          <w:sz w:val="18"/>
          <w:szCs w:val="18"/>
        </w:rPr>
      </w:pPr>
    </w:p>
    <w:p w:rsidR="005B59C6" w:rsidRPr="00E45A1F" w:rsidRDefault="00101314" w:rsidP="005B59C6">
      <w:pPr>
        <w:pStyle w:val="PargrafodaLista"/>
        <w:numPr>
          <w:ilvl w:val="1"/>
          <w:numId w:val="3"/>
        </w:numPr>
        <w:spacing w:after="120" w:line="288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Recomendaria a nossa </w:t>
      </w:r>
      <w:r w:rsidR="005B59C6" w:rsidRPr="00E45A1F">
        <w:rPr>
          <w:rFonts w:cs="Arial"/>
          <w:sz w:val="18"/>
          <w:szCs w:val="18"/>
        </w:rPr>
        <w:t>empresa a outro</w:t>
      </w:r>
      <w:r w:rsidR="005B59C6">
        <w:rPr>
          <w:rFonts w:cs="Arial"/>
          <w:sz w:val="18"/>
          <w:szCs w:val="18"/>
        </w:rPr>
        <w:t>/a</w:t>
      </w:r>
      <w:r w:rsidR="005B59C6" w:rsidRPr="00E45A1F">
        <w:rPr>
          <w:rFonts w:cs="Arial"/>
          <w:sz w:val="18"/>
          <w:szCs w:val="18"/>
        </w:rPr>
        <w:t xml:space="preserve"> formador</w:t>
      </w:r>
      <w:r w:rsidR="005B59C6">
        <w:rPr>
          <w:rFonts w:cs="Arial"/>
          <w:sz w:val="18"/>
          <w:szCs w:val="18"/>
        </w:rPr>
        <w:t>/a</w:t>
      </w:r>
      <w:r w:rsidR="005B59C6" w:rsidRPr="00E45A1F">
        <w:rPr>
          <w:rFonts w:cs="Arial"/>
          <w:sz w:val="18"/>
          <w:szCs w:val="18"/>
        </w:rPr>
        <w:t>?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71"/>
        <w:gridCol w:w="976"/>
        <w:gridCol w:w="2271"/>
        <w:gridCol w:w="976"/>
        <w:gridCol w:w="2266"/>
        <w:gridCol w:w="976"/>
      </w:tblGrid>
      <w:tr w:rsidR="00897B00" w:rsidRPr="00020689" w:rsidTr="00897B00">
        <w:trPr>
          <w:jc w:val="center"/>
        </w:trPr>
        <w:tc>
          <w:tcPr>
            <w:tcW w:w="834" w:type="pct"/>
            <w:shd w:val="clear" w:color="auto" w:fill="FFFFFF"/>
            <w:vAlign w:val="center"/>
          </w:tcPr>
          <w:p w:rsidR="00897B00" w:rsidRPr="00020689" w:rsidRDefault="00897B00" w:rsidP="00027083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color w:val="000000"/>
                <w:sz w:val="18"/>
                <w:szCs w:val="18"/>
              </w:rPr>
              <w:t>Sem opinião</w:t>
            </w:r>
          </w:p>
        </w:tc>
        <w:tc>
          <w:tcPr>
            <w:tcW w:w="200" w:type="pct"/>
            <w:shd w:val="clear" w:color="auto" w:fill="FFFFFF"/>
            <w:vAlign w:val="center"/>
          </w:tcPr>
          <w:p w:rsidR="00897B00" w:rsidRPr="00020689" w:rsidRDefault="0000453A" w:rsidP="0000453A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{6_2</w:t>
            </w:r>
            <w:r w:rsidR="00595829">
              <w:rPr>
                <w:rFonts w:cs="Arial"/>
                <w:color w:val="000000"/>
                <w:sz w:val="18"/>
                <w:szCs w:val="18"/>
              </w:rPr>
              <w:t>_A</w:t>
            </w:r>
            <w:r>
              <w:rPr>
                <w:rFonts w:cs="Arial"/>
                <w:color w:val="000000"/>
                <w:sz w:val="18"/>
                <w:szCs w:val="18"/>
              </w:rPr>
              <w:t>_1}</w:t>
            </w:r>
          </w:p>
        </w:tc>
        <w:tc>
          <w:tcPr>
            <w:tcW w:w="834" w:type="pct"/>
            <w:shd w:val="clear" w:color="auto" w:fill="FFFFFF"/>
            <w:vAlign w:val="center"/>
          </w:tcPr>
          <w:p w:rsidR="00897B00" w:rsidRPr="00020689" w:rsidRDefault="00897B00" w:rsidP="00027083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color w:val="000000"/>
                <w:sz w:val="18"/>
                <w:szCs w:val="18"/>
              </w:rPr>
              <w:t>Não</w:t>
            </w:r>
          </w:p>
        </w:tc>
        <w:tc>
          <w:tcPr>
            <w:tcW w:w="200" w:type="pct"/>
            <w:shd w:val="clear" w:color="auto" w:fill="FFFFFF"/>
            <w:vAlign w:val="center"/>
          </w:tcPr>
          <w:p w:rsidR="00897B00" w:rsidRPr="00020689" w:rsidRDefault="0000453A" w:rsidP="0000453A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{6_2</w:t>
            </w:r>
            <w:r w:rsidR="00595829">
              <w:rPr>
                <w:rFonts w:cs="Arial"/>
                <w:color w:val="000000"/>
                <w:sz w:val="18"/>
                <w:szCs w:val="18"/>
              </w:rPr>
              <w:t>_A</w:t>
            </w:r>
            <w:r>
              <w:rPr>
                <w:rFonts w:cs="Arial"/>
                <w:color w:val="000000"/>
                <w:sz w:val="18"/>
                <w:szCs w:val="18"/>
              </w:rPr>
              <w:t>_2}</w:t>
            </w:r>
          </w:p>
        </w:tc>
        <w:tc>
          <w:tcPr>
            <w:tcW w:w="832" w:type="pct"/>
            <w:shd w:val="clear" w:color="auto" w:fill="FFFFFF"/>
            <w:vAlign w:val="center"/>
          </w:tcPr>
          <w:p w:rsidR="00897B00" w:rsidRPr="00020689" w:rsidRDefault="00897B00" w:rsidP="00027083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20689">
              <w:rPr>
                <w:rFonts w:cs="Arial"/>
                <w:color w:val="000000"/>
                <w:sz w:val="18"/>
                <w:szCs w:val="18"/>
              </w:rPr>
              <w:t>Sim</w:t>
            </w:r>
          </w:p>
        </w:tc>
        <w:tc>
          <w:tcPr>
            <w:tcW w:w="200" w:type="pct"/>
            <w:shd w:val="clear" w:color="auto" w:fill="FFFFFF"/>
            <w:vAlign w:val="center"/>
          </w:tcPr>
          <w:p w:rsidR="00897B00" w:rsidRPr="00020689" w:rsidRDefault="0000453A" w:rsidP="0000453A">
            <w:pPr>
              <w:spacing w:before="40" w:after="4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{6_2</w:t>
            </w:r>
            <w:r w:rsidR="00595829">
              <w:rPr>
                <w:rFonts w:cs="Arial"/>
                <w:color w:val="000000"/>
                <w:sz w:val="18"/>
                <w:szCs w:val="18"/>
              </w:rPr>
              <w:t>_A</w:t>
            </w:r>
            <w:r>
              <w:rPr>
                <w:rFonts w:cs="Arial"/>
                <w:color w:val="000000"/>
                <w:sz w:val="18"/>
                <w:szCs w:val="18"/>
              </w:rPr>
              <w:t>_3}</w:t>
            </w:r>
          </w:p>
        </w:tc>
      </w:tr>
    </w:tbl>
    <w:p w:rsidR="0000453A" w:rsidRDefault="0000453A" w:rsidP="005B59C6">
      <w:pPr>
        <w:spacing w:after="120"/>
        <w:jc w:val="both"/>
        <w:rPr>
          <w:rFonts w:cs="Arial"/>
          <w:sz w:val="18"/>
          <w:szCs w:val="18"/>
        </w:rPr>
      </w:pPr>
    </w:p>
    <w:p w:rsidR="0000453A" w:rsidRDefault="0000453A" w:rsidP="0000453A">
      <w:r>
        <w:br w:type="page"/>
      </w:r>
    </w:p>
    <w:p w:rsidR="005B59C6" w:rsidRDefault="005B59C6" w:rsidP="005B59C6">
      <w:pPr>
        <w:spacing w:after="120"/>
        <w:jc w:val="both"/>
        <w:rPr>
          <w:rFonts w:cs="Arial"/>
          <w:sz w:val="18"/>
          <w:szCs w:val="18"/>
        </w:rPr>
      </w:pPr>
    </w:p>
    <w:p w:rsidR="005B59C6" w:rsidRDefault="005B59C6" w:rsidP="005B59C6">
      <w:pPr>
        <w:pStyle w:val="Cabealho2"/>
        <w:numPr>
          <w:ilvl w:val="0"/>
          <w:numId w:val="3"/>
        </w:numPr>
        <w:spacing w:line="288" w:lineRule="auto"/>
      </w:pPr>
      <w:r>
        <w:t>Comentários/Sugestões</w:t>
      </w:r>
    </w:p>
    <w:p w:rsidR="005B59C6" w:rsidRPr="00E45A1F" w:rsidRDefault="005B59C6" w:rsidP="005B59C6">
      <w:pPr>
        <w:jc w:val="both"/>
        <w:rPr>
          <w:rFonts w:cs="Arial"/>
          <w:sz w:val="18"/>
          <w:szCs w:val="18"/>
        </w:rPr>
      </w:pPr>
      <w:r w:rsidRPr="00E45A1F">
        <w:rPr>
          <w:rFonts w:cs="Arial"/>
          <w:sz w:val="18"/>
          <w:szCs w:val="18"/>
        </w:rPr>
        <w:t>Para melhorar a qualidade de futuras ações de formação promovidas pela nossa empresa, será necessário: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9736"/>
      </w:tblGrid>
      <w:tr w:rsidR="0000453A" w:rsidRPr="00E45A1F" w:rsidTr="0000453A">
        <w:trPr>
          <w:trHeight w:val="1229"/>
          <w:jc w:val="center"/>
        </w:trPr>
        <w:tc>
          <w:tcPr>
            <w:tcW w:w="5000" w:type="pct"/>
            <w:shd w:val="clear" w:color="auto" w:fill="FFFFFF"/>
            <w:vAlign w:val="center"/>
          </w:tcPr>
          <w:p w:rsidR="0000453A" w:rsidRPr="00027083" w:rsidRDefault="0000453A" w:rsidP="00027083">
            <w:pPr>
              <w:spacing w:before="40" w:after="40"/>
              <w:rPr>
                <w:rFonts w:cs="Arial"/>
                <w:b/>
                <w:color w:val="FFFFFF"/>
                <w:sz w:val="18"/>
                <w:szCs w:val="18"/>
              </w:rPr>
            </w:pPr>
            <w:r w:rsidRPr="00B90424">
              <w:rPr>
                <w:rFonts w:cs="Arial"/>
                <w:b/>
                <w:sz w:val="18"/>
                <w:szCs w:val="18"/>
              </w:rPr>
              <w:t>{COMENTARIOS}</w:t>
            </w:r>
          </w:p>
        </w:tc>
      </w:tr>
    </w:tbl>
    <w:p w:rsidR="00162BCA" w:rsidRDefault="00162BCA" w:rsidP="005B59C6"/>
    <w:tbl>
      <w:tblPr>
        <w:tblpPr w:leftFromText="141" w:rightFromText="141" w:vertAnchor="text" w:horzAnchor="page" w:tblpXSpec="center" w:tblpY="13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5B59C6" w:rsidRPr="00B9298F" w:rsidTr="00020689">
        <w:trPr>
          <w:trHeight w:val="454"/>
        </w:trPr>
        <w:tc>
          <w:tcPr>
            <w:tcW w:w="5000" w:type="pct"/>
            <w:shd w:val="clear" w:color="auto" w:fill="FFFFFF"/>
            <w:vAlign w:val="bottom"/>
          </w:tcPr>
          <w:p w:rsidR="005B59C6" w:rsidRPr="00020689" w:rsidRDefault="005B59C6" w:rsidP="00B90424">
            <w:pPr>
              <w:spacing w:before="40" w:after="40"/>
              <w:rPr>
                <w:color w:val="000000"/>
                <w:szCs w:val="20"/>
              </w:rPr>
            </w:pPr>
            <w:r w:rsidRPr="00020689">
              <w:rPr>
                <w:color w:val="000000"/>
                <w:szCs w:val="20"/>
              </w:rPr>
              <w:t xml:space="preserve">O/A Formador/a: </w:t>
            </w:r>
            <w:r w:rsidR="006C1920">
              <w:rPr>
                <w:color w:val="000000"/>
                <w:szCs w:val="20"/>
              </w:rPr>
              <w:t>{</w:t>
            </w:r>
            <w:r w:rsidR="00B90424">
              <w:rPr>
                <w:color w:val="000000"/>
                <w:szCs w:val="20"/>
              </w:rPr>
              <w:t>FORMADOR}</w:t>
            </w:r>
            <w:r w:rsidRPr="00020689">
              <w:rPr>
                <w:color w:val="000000"/>
                <w:szCs w:val="20"/>
              </w:rPr>
              <w:t xml:space="preserve">, </w:t>
            </w:r>
            <w:r w:rsidR="00B90424">
              <w:rPr>
                <w:color w:val="000000"/>
                <w:szCs w:val="20"/>
              </w:rPr>
              <w:t>{DATAHOJE}</w:t>
            </w:r>
          </w:p>
        </w:tc>
      </w:tr>
    </w:tbl>
    <w:p w:rsidR="00C00DD1" w:rsidRPr="00750697" w:rsidRDefault="00C00DD1" w:rsidP="00162BCA"/>
    <w:sectPr w:rsidR="00C00DD1" w:rsidRPr="00750697" w:rsidSect="00D915D7">
      <w:headerReference w:type="default" r:id="rId8"/>
      <w:footerReference w:type="default" r:id="rId9"/>
      <w:pgSz w:w="11906" w:h="16838"/>
      <w:pgMar w:top="1440" w:right="1080" w:bottom="1560" w:left="1080" w:header="708" w:footer="1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517" w:rsidRDefault="005B1517" w:rsidP="0010067C">
      <w:r>
        <w:separator/>
      </w:r>
    </w:p>
  </w:endnote>
  <w:endnote w:type="continuationSeparator" w:id="0">
    <w:p w:rsidR="005B1517" w:rsidRDefault="005B1517" w:rsidP="00100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743" w:type="dxa"/>
      <w:shd w:val="clear" w:color="auto" w:fill="FFFFFF"/>
      <w:tblLook w:val="04A0" w:firstRow="1" w:lastRow="0" w:firstColumn="1" w:lastColumn="0" w:noHBand="0" w:noVBand="1"/>
    </w:tblPr>
    <w:tblGrid>
      <w:gridCol w:w="1412"/>
      <w:gridCol w:w="9077"/>
    </w:tblGrid>
    <w:tr w:rsidR="0000453A" w:rsidTr="00FB2B32">
      <w:tc>
        <w:tcPr>
          <w:tcW w:w="1418" w:type="dxa"/>
          <w:shd w:val="clear" w:color="auto" w:fill="FFFFFF"/>
          <w:vAlign w:val="center"/>
        </w:tcPr>
        <w:p w:rsidR="0000453A" w:rsidRPr="00FB2B32" w:rsidRDefault="0000453A">
          <w:pPr>
            <w:pStyle w:val="Rodap"/>
            <w:rPr>
              <w:b/>
              <w:color w:val="FFFFFF"/>
            </w:rPr>
          </w:pPr>
          <w:r w:rsidRPr="00FB2B32">
            <w:rPr>
              <w:b/>
              <w:noProof/>
              <w:color w:val="FFFFFF"/>
              <w:lang w:eastAsia="pt-PT"/>
            </w:rPr>
            <w:drawing>
              <wp:inline distT="0" distB="0" distL="0" distR="0">
                <wp:extent cx="578485" cy="793115"/>
                <wp:effectExtent l="0" t="0" r="0" b="6985"/>
                <wp:docPr id="2" name="Imagem 2" descr="imag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mag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8485" cy="793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11" w:type="dxa"/>
          <w:shd w:val="clear" w:color="auto" w:fill="FFFFFF"/>
          <w:vAlign w:val="center"/>
        </w:tcPr>
        <w:tbl>
          <w:tblPr>
            <w:tblW w:w="0" w:type="auto"/>
            <w:jc w:val="center"/>
            <w:tblBorders>
              <w:top w:val="dotted" w:sz="4" w:space="0" w:color="7F7F7F"/>
              <w:left w:val="dotted" w:sz="4" w:space="0" w:color="7F7F7F"/>
              <w:bottom w:val="dotted" w:sz="4" w:space="0" w:color="7F7F7F"/>
              <w:right w:val="dotted" w:sz="4" w:space="0" w:color="7F7F7F"/>
              <w:insideH w:val="dotted" w:sz="4" w:space="0" w:color="7F7F7F"/>
              <w:insideV w:val="dotted" w:sz="4" w:space="0" w:color="7F7F7F"/>
            </w:tblBorders>
            <w:tblLook w:val="04A0" w:firstRow="1" w:lastRow="0" w:firstColumn="1" w:lastColumn="0" w:noHBand="0" w:noVBand="1"/>
          </w:tblPr>
          <w:tblGrid>
            <w:gridCol w:w="2161"/>
            <w:gridCol w:w="2161"/>
            <w:gridCol w:w="2161"/>
          </w:tblGrid>
          <w:tr w:rsidR="0000453A" w:rsidRPr="006965B5" w:rsidTr="00FB2B32">
            <w:trPr>
              <w:jc w:val="center"/>
            </w:trPr>
            <w:tc>
              <w:tcPr>
                <w:tcW w:w="2161" w:type="dxa"/>
                <w:vAlign w:val="center"/>
              </w:tcPr>
              <w:p w:rsidR="0000453A" w:rsidRPr="006965B5" w:rsidRDefault="0000453A" w:rsidP="00D915D7">
                <w:pPr>
                  <w:pStyle w:val="Rodap"/>
                  <w:rPr>
                    <w:color w:val="7F7F7F"/>
                    <w:sz w:val="16"/>
                    <w:szCs w:val="16"/>
                  </w:rPr>
                </w:pPr>
                <w:r w:rsidRPr="00F52E78">
                  <w:rPr>
                    <w:color w:val="7F7F7F"/>
                    <w:sz w:val="16"/>
                    <w:szCs w:val="16"/>
                  </w:rPr>
                  <w:t>Modelo F045</w:t>
                </w:r>
                <w:r>
                  <w:rPr>
                    <w:color w:val="7F7F7F"/>
                    <w:sz w:val="16"/>
                    <w:szCs w:val="16"/>
                  </w:rPr>
                  <w:t>B</w:t>
                </w:r>
              </w:p>
            </w:tc>
            <w:tc>
              <w:tcPr>
                <w:tcW w:w="2161" w:type="dxa"/>
                <w:vAlign w:val="center"/>
              </w:tcPr>
              <w:p w:rsidR="0000453A" w:rsidRPr="006965B5" w:rsidRDefault="0000453A" w:rsidP="003A0BB5">
                <w:pPr>
                  <w:pStyle w:val="Rodap"/>
                  <w:rPr>
                    <w:color w:val="7F7F7F"/>
                    <w:sz w:val="16"/>
                    <w:szCs w:val="16"/>
                  </w:rPr>
                </w:pPr>
                <w:r>
                  <w:rPr>
                    <w:color w:val="7F7F7F"/>
                    <w:sz w:val="16"/>
                    <w:szCs w:val="16"/>
                  </w:rPr>
                  <w:t>Versão 02_01/2018</w:t>
                </w:r>
              </w:p>
            </w:tc>
            <w:tc>
              <w:tcPr>
                <w:tcW w:w="2161" w:type="dxa"/>
                <w:vAlign w:val="center"/>
              </w:tcPr>
              <w:p w:rsidR="0000453A" w:rsidRPr="006965B5" w:rsidRDefault="0000453A" w:rsidP="00D915D7">
                <w:pPr>
                  <w:pStyle w:val="Rodap"/>
                  <w:rPr>
                    <w:color w:val="7F7F7F"/>
                    <w:sz w:val="16"/>
                    <w:szCs w:val="16"/>
                  </w:rPr>
                </w:pPr>
                <w:r w:rsidRPr="006965B5">
                  <w:rPr>
                    <w:color w:val="7F7F7F"/>
                    <w:sz w:val="16"/>
                    <w:szCs w:val="16"/>
                  </w:rPr>
                  <w:t xml:space="preserve">Página </w:t>
                </w:r>
                <w:r w:rsidRPr="006965B5">
                  <w:rPr>
                    <w:b/>
                    <w:color w:val="7F7F7F"/>
                    <w:sz w:val="16"/>
                    <w:szCs w:val="16"/>
                  </w:rPr>
                  <w:fldChar w:fldCharType="begin"/>
                </w:r>
                <w:r w:rsidRPr="006965B5">
                  <w:rPr>
                    <w:b/>
                    <w:color w:val="7F7F7F"/>
                    <w:sz w:val="16"/>
                    <w:szCs w:val="16"/>
                  </w:rPr>
                  <w:instrText>PAGE  \* Arabic  \* MERGEFORMAT</w:instrText>
                </w:r>
                <w:r w:rsidRPr="006965B5">
                  <w:rPr>
                    <w:b/>
                    <w:color w:val="7F7F7F"/>
                    <w:sz w:val="16"/>
                    <w:szCs w:val="16"/>
                  </w:rPr>
                  <w:fldChar w:fldCharType="separate"/>
                </w:r>
                <w:r w:rsidR="004058B0">
                  <w:rPr>
                    <w:b/>
                    <w:noProof/>
                    <w:color w:val="7F7F7F"/>
                    <w:sz w:val="16"/>
                    <w:szCs w:val="16"/>
                  </w:rPr>
                  <w:t>3</w:t>
                </w:r>
                <w:r w:rsidRPr="006965B5">
                  <w:rPr>
                    <w:b/>
                    <w:color w:val="7F7F7F"/>
                    <w:sz w:val="16"/>
                    <w:szCs w:val="16"/>
                  </w:rPr>
                  <w:fldChar w:fldCharType="end"/>
                </w:r>
                <w:r w:rsidRPr="006965B5">
                  <w:rPr>
                    <w:color w:val="7F7F7F"/>
                    <w:sz w:val="16"/>
                    <w:szCs w:val="16"/>
                  </w:rPr>
                  <w:t xml:space="preserve"> de </w:t>
                </w:r>
                <w:r w:rsidRPr="006965B5">
                  <w:rPr>
                    <w:b/>
                    <w:color w:val="7F7F7F"/>
                    <w:sz w:val="16"/>
                    <w:szCs w:val="16"/>
                  </w:rPr>
                  <w:fldChar w:fldCharType="begin"/>
                </w:r>
                <w:r w:rsidRPr="006965B5">
                  <w:rPr>
                    <w:b/>
                    <w:color w:val="7F7F7F"/>
                    <w:sz w:val="16"/>
                    <w:szCs w:val="16"/>
                  </w:rPr>
                  <w:instrText>NUMPAGES  \* Arabic  \* MERGEFORMAT</w:instrText>
                </w:r>
                <w:r w:rsidRPr="006965B5">
                  <w:rPr>
                    <w:b/>
                    <w:color w:val="7F7F7F"/>
                    <w:sz w:val="16"/>
                    <w:szCs w:val="16"/>
                  </w:rPr>
                  <w:fldChar w:fldCharType="separate"/>
                </w:r>
                <w:r w:rsidR="004058B0">
                  <w:rPr>
                    <w:b/>
                    <w:noProof/>
                    <w:color w:val="7F7F7F"/>
                    <w:sz w:val="16"/>
                    <w:szCs w:val="16"/>
                  </w:rPr>
                  <w:t>3</w:t>
                </w:r>
                <w:r w:rsidRPr="006965B5">
                  <w:rPr>
                    <w:b/>
                    <w:color w:val="7F7F7F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00453A" w:rsidRPr="00FB2B32" w:rsidRDefault="0000453A">
          <w:pPr>
            <w:pStyle w:val="Rodap"/>
            <w:rPr>
              <w:b/>
              <w:color w:val="FFFFFF"/>
            </w:rPr>
          </w:pPr>
        </w:p>
      </w:tc>
    </w:tr>
  </w:tbl>
  <w:p w:rsidR="0000453A" w:rsidRDefault="0000453A" w:rsidP="00D915D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517" w:rsidRDefault="005B1517" w:rsidP="0010067C">
      <w:r>
        <w:separator/>
      </w:r>
    </w:p>
  </w:footnote>
  <w:footnote w:type="continuationSeparator" w:id="0">
    <w:p w:rsidR="005B1517" w:rsidRDefault="005B1517" w:rsidP="001006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38" w:type="dxa"/>
      <w:tblLayout w:type="fixed"/>
      <w:tblLook w:val="04A0" w:firstRow="1" w:lastRow="0" w:firstColumn="1" w:lastColumn="0" w:noHBand="0" w:noVBand="1"/>
    </w:tblPr>
    <w:tblGrid>
      <w:gridCol w:w="4873"/>
      <w:gridCol w:w="4873"/>
    </w:tblGrid>
    <w:tr w:rsidR="0000453A" w:rsidRPr="00E469C0" w:rsidTr="00E469C0">
      <w:trPr>
        <w:trHeight w:val="1000"/>
        <w:tblHeader/>
      </w:trPr>
      <w:tc>
        <w:tcPr>
          <w:tcW w:w="4873" w:type="dxa"/>
          <w:vAlign w:val="center"/>
        </w:tcPr>
        <w:p w:rsidR="0000453A" w:rsidRPr="00E469C0" w:rsidRDefault="0000453A" w:rsidP="00584D99">
          <w:pPr>
            <w:pStyle w:val="Cabealho"/>
            <w:tabs>
              <w:tab w:val="clear" w:pos="4252"/>
              <w:tab w:val="clear" w:pos="8504"/>
            </w:tabs>
          </w:pPr>
          <w:r>
            <w:rPr>
              <w:noProof/>
              <w:lang w:eastAsia="pt-PT"/>
            </w:rPr>
            <w:drawing>
              <wp:inline distT="0" distB="0" distL="0" distR="0">
                <wp:extent cx="2957830" cy="671830"/>
                <wp:effectExtent l="0" t="0" r="0" b="0"/>
                <wp:docPr id="1" name="Imagem 1" descr="te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e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57830" cy="671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73" w:type="dxa"/>
        </w:tcPr>
        <w:p w:rsidR="0000453A" w:rsidRPr="00E469C0" w:rsidRDefault="0000453A" w:rsidP="00584D99">
          <w:pPr>
            <w:pStyle w:val="Cabealho"/>
            <w:tabs>
              <w:tab w:val="clear" w:pos="4252"/>
              <w:tab w:val="clear" w:pos="8504"/>
            </w:tabs>
          </w:pPr>
        </w:p>
      </w:tc>
    </w:tr>
  </w:tbl>
  <w:p w:rsidR="0000453A" w:rsidRDefault="0000453A" w:rsidP="00162BCA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5A29B0"/>
    <w:multiLevelType w:val="multilevel"/>
    <w:tmpl w:val="1FBCE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" w15:restartNumberingAfterBreak="0">
    <w:nsid w:val="44E3008E"/>
    <w:multiLevelType w:val="hybridMultilevel"/>
    <w:tmpl w:val="C7A451E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353A4C"/>
    <w:multiLevelType w:val="hybridMultilevel"/>
    <w:tmpl w:val="90AA446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9C0"/>
    <w:rsid w:val="0000453A"/>
    <w:rsid w:val="000045A4"/>
    <w:rsid w:val="00006C4D"/>
    <w:rsid w:val="0001571B"/>
    <w:rsid w:val="00020689"/>
    <w:rsid w:val="00027083"/>
    <w:rsid w:val="00036AAF"/>
    <w:rsid w:val="00037E84"/>
    <w:rsid w:val="00050F83"/>
    <w:rsid w:val="000516D9"/>
    <w:rsid w:val="00073351"/>
    <w:rsid w:val="000814D7"/>
    <w:rsid w:val="00086043"/>
    <w:rsid w:val="000C15F7"/>
    <w:rsid w:val="000C1F74"/>
    <w:rsid w:val="000C41C7"/>
    <w:rsid w:val="000C7138"/>
    <w:rsid w:val="000C715B"/>
    <w:rsid w:val="000D1A1C"/>
    <w:rsid w:val="000D6788"/>
    <w:rsid w:val="000D7300"/>
    <w:rsid w:val="000D7B9C"/>
    <w:rsid w:val="000D7F33"/>
    <w:rsid w:val="0010067C"/>
    <w:rsid w:val="00101314"/>
    <w:rsid w:val="001019F2"/>
    <w:rsid w:val="00115FC8"/>
    <w:rsid w:val="0011779A"/>
    <w:rsid w:val="00117D30"/>
    <w:rsid w:val="001239B2"/>
    <w:rsid w:val="00127C28"/>
    <w:rsid w:val="00137EC8"/>
    <w:rsid w:val="00150299"/>
    <w:rsid w:val="00157684"/>
    <w:rsid w:val="00162BCA"/>
    <w:rsid w:val="00193102"/>
    <w:rsid w:val="0019724B"/>
    <w:rsid w:val="001C1644"/>
    <w:rsid w:val="002023CF"/>
    <w:rsid w:val="00213C69"/>
    <w:rsid w:val="00224FCF"/>
    <w:rsid w:val="00230B13"/>
    <w:rsid w:val="00250E0F"/>
    <w:rsid w:val="00256551"/>
    <w:rsid w:val="00282754"/>
    <w:rsid w:val="00290966"/>
    <w:rsid w:val="002959BB"/>
    <w:rsid w:val="00297BC4"/>
    <w:rsid w:val="002A0BB4"/>
    <w:rsid w:val="002B0F49"/>
    <w:rsid w:val="002C1B1F"/>
    <w:rsid w:val="002D6C27"/>
    <w:rsid w:val="002E1CA3"/>
    <w:rsid w:val="002F04C5"/>
    <w:rsid w:val="002F638C"/>
    <w:rsid w:val="00301DD9"/>
    <w:rsid w:val="00306202"/>
    <w:rsid w:val="0031087B"/>
    <w:rsid w:val="00317164"/>
    <w:rsid w:val="003178AD"/>
    <w:rsid w:val="00317AB5"/>
    <w:rsid w:val="00323141"/>
    <w:rsid w:val="003271A2"/>
    <w:rsid w:val="00346907"/>
    <w:rsid w:val="0035390B"/>
    <w:rsid w:val="00355497"/>
    <w:rsid w:val="00357D32"/>
    <w:rsid w:val="00362DCA"/>
    <w:rsid w:val="00367677"/>
    <w:rsid w:val="00381839"/>
    <w:rsid w:val="003A0BB5"/>
    <w:rsid w:val="003A19D0"/>
    <w:rsid w:val="003A2A1A"/>
    <w:rsid w:val="003A3483"/>
    <w:rsid w:val="003C6A11"/>
    <w:rsid w:val="003E45BC"/>
    <w:rsid w:val="003F6D30"/>
    <w:rsid w:val="004058B0"/>
    <w:rsid w:val="00413927"/>
    <w:rsid w:val="004156EC"/>
    <w:rsid w:val="0042666D"/>
    <w:rsid w:val="004459C0"/>
    <w:rsid w:val="00447B46"/>
    <w:rsid w:val="00463D8C"/>
    <w:rsid w:val="00465856"/>
    <w:rsid w:val="004B50F3"/>
    <w:rsid w:val="004C1133"/>
    <w:rsid w:val="004C7BDC"/>
    <w:rsid w:val="004D2CD7"/>
    <w:rsid w:val="004D5EE8"/>
    <w:rsid w:val="004F6366"/>
    <w:rsid w:val="004F7A48"/>
    <w:rsid w:val="005105C2"/>
    <w:rsid w:val="00511A59"/>
    <w:rsid w:val="005443E3"/>
    <w:rsid w:val="00551181"/>
    <w:rsid w:val="0055237A"/>
    <w:rsid w:val="00554735"/>
    <w:rsid w:val="005604B8"/>
    <w:rsid w:val="00564811"/>
    <w:rsid w:val="00584D99"/>
    <w:rsid w:val="00585845"/>
    <w:rsid w:val="00595829"/>
    <w:rsid w:val="005B123C"/>
    <w:rsid w:val="005B1517"/>
    <w:rsid w:val="005B59C6"/>
    <w:rsid w:val="005C02F2"/>
    <w:rsid w:val="005C0729"/>
    <w:rsid w:val="005C488E"/>
    <w:rsid w:val="005C6666"/>
    <w:rsid w:val="005D0DC7"/>
    <w:rsid w:val="005D4FB7"/>
    <w:rsid w:val="005E4FBF"/>
    <w:rsid w:val="00601504"/>
    <w:rsid w:val="00606EA4"/>
    <w:rsid w:val="00615CC6"/>
    <w:rsid w:val="0063680D"/>
    <w:rsid w:val="00636AD7"/>
    <w:rsid w:val="006375C1"/>
    <w:rsid w:val="00640E63"/>
    <w:rsid w:val="00647358"/>
    <w:rsid w:val="006726EC"/>
    <w:rsid w:val="00690DE4"/>
    <w:rsid w:val="006939D9"/>
    <w:rsid w:val="006965B5"/>
    <w:rsid w:val="00696F5E"/>
    <w:rsid w:val="006A1AFD"/>
    <w:rsid w:val="006B48F3"/>
    <w:rsid w:val="006C1920"/>
    <w:rsid w:val="006C366E"/>
    <w:rsid w:val="006C49B5"/>
    <w:rsid w:val="00706C21"/>
    <w:rsid w:val="0071310A"/>
    <w:rsid w:val="007147FA"/>
    <w:rsid w:val="00715AAE"/>
    <w:rsid w:val="007327FB"/>
    <w:rsid w:val="00735F30"/>
    <w:rsid w:val="00742FF4"/>
    <w:rsid w:val="00746A16"/>
    <w:rsid w:val="00750697"/>
    <w:rsid w:val="00755966"/>
    <w:rsid w:val="0075624C"/>
    <w:rsid w:val="007628C6"/>
    <w:rsid w:val="0077415F"/>
    <w:rsid w:val="0077793C"/>
    <w:rsid w:val="00781C33"/>
    <w:rsid w:val="0078247C"/>
    <w:rsid w:val="007832F4"/>
    <w:rsid w:val="00784341"/>
    <w:rsid w:val="00795A97"/>
    <w:rsid w:val="007A3949"/>
    <w:rsid w:val="007C48D1"/>
    <w:rsid w:val="007D3735"/>
    <w:rsid w:val="007E06EB"/>
    <w:rsid w:val="007E121B"/>
    <w:rsid w:val="007E64AC"/>
    <w:rsid w:val="007F3039"/>
    <w:rsid w:val="007F4537"/>
    <w:rsid w:val="007F47C6"/>
    <w:rsid w:val="007F5D43"/>
    <w:rsid w:val="007F609E"/>
    <w:rsid w:val="00801B90"/>
    <w:rsid w:val="00801CB2"/>
    <w:rsid w:val="00805148"/>
    <w:rsid w:val="00806F3E"/>
    <w:rsid w:val="008111E1"/>
    <w:rsid w:val="0081593B"/>
    <w:rsid w:val="0084356E"/>
    <w:rsid w:val="00852E8B"/>
    <w:rsid w:val="0088322F"/>
    <w:rsid w:val="00890922"/>
    <w:rsid w:val="00897B00"/>
    <w:rsid w:val="008A2A02"/>
    <w:rsid w:val="008A5D0D"/>
    <w:rsid w:val="008B161F"/>
    <w:rsid w:val="008B2240"/>
    <w:rsid w:val="008D0556"/>
    <w:rsid w:val="008D6A2A"/>
    <w:rsid w:val="008D779A"/>
    <w:rsid w:val="008E0A8A"/>
    <w:rsid w:val="008F09E1"/>
    <w:rsid w:val="008F23BB"/>
    <w:rsid w:val="0090227B"/>
    <w:rsid w:val="00911E00"/>
    <w:rsid w:val="00915B2F"/>
    <w:rsid w:val="009312A7"/>
    <w:rsid w:val="00933898"/>
    <w:rsid w:val="00935AE8"/>
    <w:rsid w:val="00935B5B"/>
    <w:rsid w:val="00941704"/>
    <w:rsid w:val="00947158"/>
    <w:rsid w:val="0095471D"/>
    <w:rsid w:val="00990922"/>
    <w:rsid w:val="009A2C74"/>
    <w:rsid w:val="009C70DE"/>
    <w:rsid w:val="009D122A"/>
    <w:rsid w:val="009E1536"/>
    <w:rsid w:val="009E57BD"/>
    <w:rsid w:val="009F1F33"/>
    <w:rsid w:val="00A003B9"/>
    <w:rsid w:val="00A03DC4"/>
    <w:rsid w:val="00A11E07"/>
    <w:rsid w:val="00A1442B"/>
    <w:rsid w:val="00A206E3"/>
    <w:rsid w:val="00A21872"/>
    <w:rsid w:val="00A5132A"/>
    <w:rsid w:val="00A5666A"/>
    <w:rsid w:val="00A633F2"/>
    <w:rsid w:val="00A75AA6"/>
    <w:rsid w:val="00A979D0"/>
    <w:rsid w:val="00AC288C"/>
    <w:rsid w:val="00AD404C"/>
    <w:rsid w:val="00AF4196"/>
    <w:rsid w:val="00B0769D"/>
    <w:rsid w:val="00B13D04"/>
    <w:rsid w:val="00B45F9B"/>
    <w:rsid w:val="00B60840"/>
    <w:rsid w:val="00B6331E"/>
    <w:rsid w:val="00B63AA0"/>
    <w:rsid w:val="00B66C86"/>
    <w:rsid w:val="00B67071"/>
    <w:rsid w:val="00B76A14"/>
    <w:rsid w:val="00B773F6"/>
    <w:rsid w:val="00B83D76"/>
    <w:rsid w:val="00B87ACF"/>
    <w:rsid w:val="00B90424"/>
    <w:rsid w:val="00BA0FA7"/>
    <w:rsid w:val="00BC40F5"/>
    <w:rsid w:val="00BD4925"/>
    <w:rsid w:val="00BE1820"/>
    <w:rsid w:val="00C00DD1"/>
    <w:rsid w:val="00C05AF5"/>
    <w:rsid w:val="00C07267"/>
    <w:rsid w:val="00C31FC0"/>
    <w:rsid w:val="00C45058"/>
    <w:rsid w:val="00C538C3"/>
    <w:rsid w:val="00C71F81"/>
    <w:rsid w:val="00C748FF"/>
    <w:rsid w:val="00C77DB3"/>
    <w:rsid w:val="00CB0752"/>
    <w:rsid w:val="00CC5382"/>
    <w:rsid w:val="00CD4F51"/>
    <w:rsid w:val="00CE0CEE"/>
    <w:rsid w:val="00CF0610"/>
    <w:rsid w:val="00CF7632"/>
    <w:rsid w:val="00D00237"/>
    <w:rsid w:val="00D11104"/>
    <w:rsid w:val="00D177EE"/>
    <w:rsid w:val="00D21AF3"/>
    <w:rsid w:val="00D336D6"/>
    <w:rsid w:val="00D3560C"/>
    <w:rsid w:val="00D54953"/>
    <w:rsid w:val="00D8155B"/>
    <w:rsid w:val="00D90723"/>
    <w:rsid w:val="00D915D7"/>
    <w:rsid w:val="00D92BCD"/>
    <w:rsid w:val="00D94FEE"/>
    <w:rsid w:val="00DA2CEE"/>
    <w:rsid w:val="00DC74C0"/>
    <w:rsid w:val="00DD2221"/>
    <w:rsid w:val="00DD3A9E"/>
    <w:rsid w:val="00DF38EC"/>
    <w:rsid w:val="00DF438D"/>
    <w:rsid w:val="00DF44EC"/>
    <w:rsid w:val="00E01136"/>
    <w:rsid w:val="00E12404"/>
    <w:rsid w:val="00E2780F"/>
    <w:rsid w:val="00E32C3F"/>
    <w:rsid w:val="00E37FB6"/>
    <w:rsid w:val="00E4134A"/>
    <w:rsid w:val="00E429C3"/>
    <w:rsid w:val="00E44AA5"/>
    <w:rsid w:val="00E45AC8"/>
    <w:rsid w:val="00E469C0"/>
    <w:rsid w:val="00E53719"/>
    <w:rsid w:val="00E60419"/>
    <w:rsid w:val="00E72975"/>
    <w:rsid w:val="00E80E2D"/>
    <w:rsid w:val="00E918B0"/>
    <w:rsid w:val="00E941DA"/>
    <w:rsid w:val="00EA1D8C"/>
    <w:rsid w:val="00EA23DC"/>
    <w:rsid w:val="00EA3ECF"/>
    <w:rsid w:val="00EA4434"/>
    <w:rsid w:val="00EA7A2D"/>
    <w:rsid w:val="00EC1D92"/>
    <w:rsid w:val="00EC61C6"/>
    <w:rsid w:val="00EE6572"/>
    <w:rsid w:val="00EF15CD"/>
    <w:rsid w:val="00EF4F42"/>
    <w:rsid w:val="00EF5A3D"/>
    <w:rsid w:val="00F0009A"/>
    <w:rsid w:val="00F104FA"/>
    <w:rsid w:val="00F12491"/>
    <w:rsid w:val="00F12D24"/>
    <w:rsid w:val="00F14F6F"/>
    <w:rsid w:val="00F174F9"/>
    <w:rsid w:val="00F223CE"/>
    <w:rsid w:val="00F2351B"/>
    <w:rsid w:val="00F2477E"/>
    <w:rsid w:val="00F37795"/>
    <w:rsid w:val="00F37DBA"/>
    <w:rsid w:val="00F37F80"/>
    <w:rsid w:val="00F52E78"/>
    <w:rsid w:val="00F57B31"/>
    <w:rsid w:val="00F82971"/>
    <w:rsid w:val="00FA0A58"/>
    <w:rsid w:val="00FA35F4"/>
    <w:rsid w:val="00FB0172"/>
    <w:rsid w:val="00FB2B32"/>
    <w:rsid w:val="00FB328F"/>
    <w:rsid w:val="00FB3599"/>
    <w:rsid w:val="00FC76AA"/>
    <w:rsid w:val="00FF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B1C0836-4BFB-420D-BB2E-BC354129F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3F6"/>
    <w:rPr>
      <w:szCs w:val="22"/>
      <w:lang w:eastAsia="en-US"/>
    </w:rPr>
  </w:style>
  <w:style w:type="paragraph" w:styleId="Cabealho1">
    <w:name w:val="heading 1"/>
    <w:basedOn w:val="Normal"/>
    <w:next w:val="Normal"/>
    <w:link w:val="Cabealho1Carter"/>
    <w:uiPriority w:val="9"/>
    <w:qFormat/>
    <w:rsid w:val="002C1B1F"/>
    <w:pPr>
      <w:keepNext/>
      <w:keepLines/>
      <w:spacing w:after="240"/>
      <w:outlineLvl w:val="0"/>
    </w:pPr>
    <w:rPr>
      <w:rFonts w:eastAsia="Times New Roman"/>
      <w:b/>
      <w:bCs/>
      <w:caps/>
      <w:color w:val="7F7F7F"/>
      <w:sz w:val="40"/>
      <w:szCs w:val="28"/>
    </w:rPr>
  </w:style>
  <w:style w:type="paragraph" w:styleId="Cabealho2">
    <w:name w:val="heading 2"/>
    <w:basedOn w:val="Normal"/>
    <w:next w:val="Normal"/>
    <w:link w:val="Cabealho2Carter"/>
    <w:uiPriority w:val="9"/>
    <w:unhideWhenUsed/>
    <w:qFormat/>
    <w:rsid w:val="00EC1D92"/>
    <w:pPr>
      <w:keepNext/>
      <w:keepLines/>
      <w:outlineLvl w:val="1"/>
    </w:pPr>
    <w:rPr>
      <w:rFonts w:eastAsia="Times New Roman"/>
      <w:b/>
      <w:bCs/>
      <w:caps/>
      <w:color w:val="808080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750697"/>
    <w:rPr>
      <w:szCs w:val="22"/>
      <w:lang w:eastAsia="en-US"/>
    </w:rPr>
  </w:style>
  <w:style w:type="character" w:customStyle="1" w:styleId="Cabealho1Carter">
    <w:name w:val="Cabeçalho 1 Caráter"/>
    <w:link w:val="Cabealho1"/>
    <w:uiPriority w:val="9"/>
    <w:rsid w:val="002C1B1F"/>
    <w:rPr>
      <w:rFonts w:ascii="Arial Narrow" w:eastAsia="Times New Roman" w:hAnsi="Arial Narrow" w:cs="Times New Roman"/>
      <w:b/>
      <w:bCs/>
      <w:caps/>
      <w:color w:val="7F7F7F"/>
      <w:sz w:val="40"/>
      <w:szCs w:val="28"/>
    </w:rPr>
  </w:style>
  <w:style w:type="character" w:customStyle="1" w:styleId="Cabealho2Carter">
    <w:name w:val="Cabeçalho 2 Caráter"/>
    <w:link w:val="Cabealho2"/>
    <w:uiPriority w:val="9"/>
    <w:rsid w:val="00EC1D92"/>
    <w:rPr>
      <w:rFonts w:ascii="Arial Narrow" w:eastAsia="Times New Roman" w:hAnsi="Arial Narrow" w:cs="Times New Roman"/>
      <w:b/>
      <w:bCs/>
      <w:caps/>
      <w:color w:val="808080"/>
      <w:sz w:val="20"/>
      <w:szCs w:val="2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EC1D92"/>
    <w:pPr>
      <w:numPr>
        <w:ilvl w:val="1"/>
      </w:numPr>
      <w:spacing w:before="120" w:after="120"/>
    </w:pPr>
    <w:rPr>
      <w:rFonts w:eastAsia="Times New Roman"/>
      <w:b/>
      <w:iCs/>
      <w:caps/>
      <w:color w:val="E36C0A"/>
      <w:spacing w:val="15"/>
      <w:szCs w:val="24"/>
    </w:rPr>
  </w:style>
  <w:style w:type="character" w:customStyle="1" w:styleId="SubttuloCarter">
    <w:name w:val="Subtítulo Caráter"/>
    <w:link w:val="Subttulo"/>
    <w:uiPriority w:val="11"/>
    <w:rsid w:val="00EC1D92"/>
    <w:rPr>
      <w:rFonts w:ascii="Arial Narrow" w:eastAsia="Times New Roman" w:hAnsi="Arial Narrow" w:cs="Times New Roman"/>
      <w:b/>
      <w:iCs/>
      <w:caps/>
      <w:color w:val="E36C0A"/>
      <w:spacing w:val="15"/>
      <w:sz w:val="20"/>
      <w:szCs w:val="24"/>
    </w:rPr>
  </w:style>
  <w:style w:type="paragraph" w:styleId="Cabealho">
    <w:name w:val="header"/>
    <w:basedOn w:val="Normal"/>
    <w:link w:val="CabealhoCarter"/>
    <w:uiPriority w:val="99"/>
    <w:unhideWhenUsed/>
    <w:rsid w:val="0010067C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link w:val="Cabealho"/>
    <w:uiPriority w:val="99"/>
    <w:rsid w:val="0010067C"/>
    <w:rPr>
      <w:rFonts w:ascii="Arial Narrow" w:hAnsi="Arial Narrow"/>
      <w:sz w:val="20"/>
    </w:rPr>
  </w:style>
  <w:style w:type="paragraph" w:styleId="Rodap">
    <w:name w:val="footer"/>
    <w:basedOn w:val="Normal"/>
    <w:link w:val="RodapCarter"/>
    <w:uiPriority w:val="99"/>
    <w:unhideWhenUsed/>
    <w:rsid w:val="0010067C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link w:val="Rodap"/>
    <w:uiPriority w:val="99"/>
    <w:rsid w:val="0010067C"/>
    <w:rPr>
      <w:rFonts w:ascii="Arial Narrow" w:hAnsi="Arial Narrow"/>
      <w:sz w:val="20"/>
    </w:rPr>
  </w:style>
  <w:style w:type="table" w:styleId="Tabelacomgrelha">
    <w:name w:val="Table Grid"/>
    <w:basedOn w:val="Tabelanormal"/>
    <w:uiPriority w:val="59"/>
    <w:rsid w:val="00C00DD1"/>
    <w:tblPr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</w:tblPr>
    <w:tblStylePr w:type="firstRow">
      <w:pPr>
        <w:wordWrap/>
        <w:ind w:leftChars="0" w:left="0" w:rightChars="0" w:right="0"/>
      </w:pPr>
      <w:rPr>
        <w:b/>
        <w:color w:val="FFFFFF"/>
      </w:rPr>
      <w:tblPr/>
      <w:tcPr>
        <w:shd w:val="clear" w:color="auto" w:fill="808080"/>
        <w:vAlign w:val="center"/>
      </w:tcPr>
    </w:tblStylePr>
  </w:style>
  <w:style w:type="paragraph" w:styleId="Textodebalo">
    <w:name w:val="Balloon Text"/>
    <w:basedOn w:val="Normal"/>
    <w:link w:val="TextodebaloCarter"/>
    <w:uiPriority w:val="99"/>
    <w:semiHidden/>
    <w:unhideWhenUsed/>
    <w:rsid w:val="0010067C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10067C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B123C"/>
    <w:pPr>
      <w:ind w:left="720"/>
      <w:contextualSpacing/>
    </w:pPr>
  </w:style>
  <w:style w:type="table" w:customStyle="1" w:styleId="TabeladeGrelha21">
    <w:name w:val="Tabela de Grelha 21"/>
    <w:basedOn w:val="Tabelanormal"/>
    <w:uiPriority w:val="47"/>
    <w:rsid w:val="004B50F3"/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TabeladeGrelha41">
    <w:name w:val="Tabela de Grelha 41"/>
    <w:basedOn w:val="Tabelanormal"/>
    <w:uiPriority w:val="49"/>
    <w:rsid w:val="00317164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eladeGrelha4">
    <w:name w:val="Grid Table 4"/>
    <w:basedOn w:val="Tabelanormal"/>
    <w:uiPriority w:val="49"/>
    <w:rsid w:val="00795A97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earning\AppData\Local\humansoft\humantrain\modelos\CRIAP_F045%20-%20Questionario_formador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19B47-9C52-4B4F-9622-1878B6EFF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CRIAP_F045 - Questionario_formador</Template>
  <TotalTime>33</TotalTime>
  <Pages>1</Pages>
  <Words>688</Words>
  <Characters>3719</Characters>
  <Application>Microsoft Office Word</Application>
  <DocSecurity>0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Luís Graça / Sara Teixeira / Rita Correia</dc:creator>
  <cp:keywords/>
  <cp:lastModifiedBy>Filipe Pereira</cp:lastModifiedBy>
  <cp:revision>15</cp:revision>
  <cp:lastPrinted>2016-06-14T15:37:00Z</cp:lastPrinted>
  <dcterms:created xsi:type="dcterms:W3CDTF">2018-02-26T16:11:00Z</dcterms:created>
  <dcterms:modified xsi:type="dcterms:W3CDTF">2018-02-28T09:54:00Z</dcterms:modified>
</cp:coreProperties>
</file>